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2D7A8" w14:textId="77777777" w:rsidR="004D36D7" w:rsidRPr="00FD4A68" w:rsidRDefault="00F71950" w:rsidP="00E31A44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068D3F8B17E44BEE8B338D9E881960C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E31A44">
            <w:t>Packet Tracer - Use Ping and Traceroute to Test Network Connectivity</w:t>
          </w:r>
        </w:sdtContent>
      </w:sdt>
    </w:p>
    <w:p w14:paraId="02980EB1" w14:textId="77777777" w:rsidR="00E31A44" w:rsidRPr="00BB73FF" w:rsidRDefault="00E31A44" w:rsidP="00E31A44">
      <w:pPr>
        <w:pStyle w:val="Heading1"/>
        <w:numPr>
          <w:ilvl w:val="0"/>
          <w:numId w:val="0"/>
        </w:numPr>
      </w:pPr>
      <w:r w:rsidRPr="00BB73FF">
        <w:t>Addressing Table</w:t>
      </w:r>
    </w:p>
    <w:tbl>
      <w:tblPr>
        <w:tblW w:w="999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shows the addressing for the Device, Interface, IP Address / Prefix and Default Gateway. This table contains cells marked as &quot;blank&quot; where you can record the IP address / prefix and default gateway for the PCs."/>
      </w:tblPr>
      <w:tblGrid>
        <w:gridCol w:w="1710"/>
        <w:gridCol w:w="1710"/>
        <w:gridCol w:w="2250"/>
        <w:gridCol w:w="2340"/>
        <w:gridCol w:w="1980"/>
      </w:tblGrid>
      <w:tr w:rsidR="0084725A" w14:paraId="79D328D6" w14:textId="77777777" w:rsidTr="00A26272">
        <w:trPr>
          <w:cantSplit/>
          <w:trHeight w:val="255"/>
          <w:jc w:val="center"/>
        </w:trPr>
        <w:tc>
          <w:tcPr>
            <w:tcW w:w="17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1E785ACB" w14:textId="77777777" w:rsidR="0084725A" w:rsidRPr="00E87D62" w:rsidRDefault="0084725A" w:rsidP="0028120D">
            <w:pPr>
              <w:pStyle w:val="TableHeading"/>
            </w:pPr>
            <w:r w:rsidRPr="00E87D62">
              <w:t>Device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0A3FE3F6" w14:textId="77777777" w:rsidR="0084725A" w:rsidRPr="00E87D62" w:rsidRDefault="0084725A" w:rsidP="0028120D">
            <w:pPr>
              <w:pStyle w:val="TableHeading"/>
            </w:pPr>
            <w:r w:rsidRPr="00E87D62">
              <w:t>Interface</w:t>
            </w:r>
          </w:p>
        </w:tc>
        <w:tc>
          <w:tcPr>
            <w:tcW w:w="4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5019000D" w14:textId="77777777" w:rsidR="0084725A" w:rsidRPr="00E87D62" w:rsidRDefault="0084725A" w:rsidP="0084725A">
            <w:pPr>
              <w:pStyle w:val="TableHeading"/>
            </w:pPr>
            <w:r>
              <w:t>IP Address / Prefix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6A23C897" w14:textId="77777777" w:rsidR="0084725A" w:rsidRPr="00E87D62" w:rsidRDefault="0084725A" w:rsidP="0028120D">
            <w:pPr>
              <w:pStyle w:val="TableHeading"/>
            </w:pPr>
            <w:r w:rsidRPr="00E87D62">
              <w:t>Default Gateway</w:t>
            </w:r>
          </w:p>
        </w:tc>
      </w:tr>
      <w:tr w:rsidR="0084725A" w14:paraId="2B0B3A20" w14:textId="77777777" w:rsidTr="005939AB">
        <w:trPr>
          <w:cantSplit/>
          <w:jc w:val="center"/>
        </w:trPr>
        <w:tc>
          <w:tcPr>
            <w:tcW w:w="171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34D28DBB" w14:textId="77777777" w:rsidR="0084725A" w:rsidRDefault="0084725A" w:rsidP="0028120D">
            <w:pPr>
              <w:pStyle w:val="TableText"/>
            </w:pPr>
            <w:r>
              <w:t>R1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0C941FAB" w14:textId="77777777" w:rsidR="0084725A" w:rsidRPr="00E87D62" w:rsidRDefault="0084725A" w:rsidP="0028120D">
            <w:pPr>
              <w:pStyle w:val="TableText"/>
            </w:pPr>
            <w:r>
              <w:t>G0/0</w:t>
            </w:r>
          </w:p>
        </w:tc>
        <w:tc>
          <w:tcPr>
            <w:tcW w:w="4590" w:type="dxa"/>
            <w:gridSpan w:val="2"/>
            <w:shd w:val="clear" w:color="auto" w:fill="FFFFFF" w:themeFill="background1"/>
            <w:vAlign w:val="center"/>
          </w:tcPr>
          <w:p w14:paraId="298FA9B5" w14:textId="77777777" w:rsidR="0084725A" w:rsidRPr="0017491C" w:rsidRDefault="0084725A" w:rsidP="0028120D">
            <w:pPr>
              <w:pStyle w:val="TableText"/>
              <w:rPr>
                <w:i/>
                <w:color w:val="7030A0"/>
              </w:rPr>
            </w:pPr>
            <w:r>
              <w:t>2001:</w:t>
            </w:r>
            <w:r w:rsidR="00F8290F">
              <w:t>db</w:t>
            </w:r>
            <w:r>
              <w:t>8:1:1::1/64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076E3C48" w14:textId="77777777" w:rsidR="0084725A" w:rsidRDefault="0084725A" w:rsidP="0028120D">
            <w:pPr>
              <w:pStyle w:val="TableText"/>
            </w:pPr>
            <w:r>
              <w:t>N/A</w:t>
            </w:r>
          </w:p>
        </w:tc>
      </w:tr>
      <w:tr w:rsidR="00E31A44" w14:paraId="5F237917" w14:textId="77777777" w:rsidTr="005939AB">
        <w:trPr>
          <w:cantSplit/>
          <w:jc w:val="center"/>
        </w:trPr>
        <w:tc>
          <w:tcPr>
            <w:tcW w:w="171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68C1984B" w14:textId="77777777" w:rsidR="00E31A44" w:rsidRPr="00CA373A" w:rsidRDefault="00E31A44" w:rsidP="0099599E">
            <w:pPr>
              <w:pStyle w:val="ConfigWindow"/>
            </w:pPr>
            <w:r w:rsidRPr="00CA373A">
              <w:t>R1</w:t>
            </w:r>
          </w:p>
        </w:tc>
        <w:tc>
          <w:tcPr>
            <w:tcW w:w="171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5FC57B3" w14:textId="77777777" w:rsidR="00E31A44" w:rsidRPr="00E87D62" w:rsidRDefault="00E31A44" w:rsidP="0028120D">
            <w:pPr>
              <w:pStyle w:val="TableText"/>
            </w:pPr>
            <w:r>
              <w:t>G0/1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1CBD61CB" w14:textId="77777777" w:rsidR="00E31A44" w:rsidRDefault="00E31A44" w:rsidP="0028120D">
            <w:pPr>
              <w:pStyle w:val="TableText"/>
            </w:pPr>
            <w:r>
              <w:t>10.10</w:t>
            </w:r>
            <w:r w:rsidRPr="00A67E9E">
              <w:t>.1.97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285D7493" w14:textId="77777777" w:rsidR="00E31A44" w:rsidRDefault="00E31A44" w:rsidP="0028120D">
            <w:pPr>
              <w:pStyle w:val="TableText"/>
            </w:pPr>
            <w:r>
              <w:t>255.255.255.224</w:t>
            </w:r>
          </w:p>
        </w:tc>
        <w:tc>
          <w:tcPr>
            <w:tcW w:w="198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4DFE5A" w14:textId="77777777" w:rsidR="00E31A44" w:rsidRDefault="00E31A44" w:rsidP="0028120D">
            <w:pPr>
              <w:pStyle w:val="TableText"/>
            </w:pPr>
            <w:r>
              <w:t>N/A</w:t>
            </w:r>
          </w:p>
        </w:tc>
      </w:tr>
      <w:tr w:rsidR="0084725A" w14:paraId="7B529890" w14:textId="77777777" w:rsidTr="005939AB">
        <w:trPr>
          <w:cantSplit/>
          <w:jc w:val="center"/>
        </w:trPr>
        <w:tc>
          <w:tcPr>
            <w:tcW w:w="171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6EE9629C" w14:textId="77777777" w:rsidR="00E31A44" w:rsidRPr="00CA373A" w:rsidRDefault="00E31A44" w:rsidP="0099599E">
            <w:pPr>
              <w:pStyle w:val="ConfigWindow"/>
            </w:pPr>
            <w:r w:rsidRPr="00CA373A">
              <w:t>R1</w:t>
            </w:r>
          </w:p>
        </w:tc>
        <w:tc>
          <w:tcPr>
            <w:tcW w:w="171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A78F329" w14:textId="77777777" w:rsidR="00E31A44" w:rsidRPr="00E87D62" w:rsidRDefault="00E31A44" w:rsidP="0028120D">
            <w:pPr>
              <w:pStyle w:val="TableText"/>
            </w:pPr>
            <w:r>
              <w:t>S0/0/1</w:t>
            </w:r>
          </w:p>
        </w:tc>
        <w:tc>
          <w:tcPr>
            <w:tcW w:w="225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D15225E" w14:textId="77777777" w:rsidR="00E31A44" w:rsidRPr="00E87D62" w:rsidRDefault="00E31A44" w:rsidP="0028120D">
            <w:pPr>
              <w:pStyle w:val="TableText"/>
            </w:pPr>
            <w:r>
              <w:t>10.10</w:t>
            </w:r>
            <w:r w:rsidRPr="00A67E9E">
              <w:t>.1.6</w:t>
            </w:r>
          </w:p>
        </w:tc>
        <w:tc>
          <w:tcPr>
            <w:tcW w:w="234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ED44C04" w14:textId="77777777" w:rsidR="00E31A44" w:rsidRPr="00E87D62" w:rsidRDefault="00E31A44" w:rsidP="0028120D">
            <w:pPr>
              <w:pStyle w:val="TableText"/>
            </w:pPr>
            <w:r>
              <w:t>255.255.255.252</w:t>
            </w:r>
          </w:p>
        </w:tc>
        <w:tc>
          <w:tcPr>
            <w:tcW w:w="198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174DD18" w14:textId="77777777" w:rsidR="00E31A44" w:rsidRDefault="00E31A44" w:rsidP="0028120D">
            <w:pPr>
              <w:pStyle w:val="TableText"/>
            </w:pPr>
            <w:r>
              <w:t>N/A</w:t>
            </w:r>
          </w:p>
        </w:tc>
      </w:tr>
      <w:tr w:rsidR="0084725A" w14:paraId="018B1E84" w14:textId="77777777" w:rsidTr="005939AB">
        <w:trPr>
          <w:cantSplit/>
          <w:jc w:val="center"/>
        </w:trPr>
        <w:tc>
          <w:tcPr>
            <w:tcW w:w="171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2AB3CB05" w14:textId="77777777" w:rsidR="0084725A" w:rsidRPr="00CA373A" w:rsidRDefault="0084725A" w:rsidP="0099599E">
            <w:pPr>
              <w:pStyle w:val="ConfigWindow"/>
            </w:pPr>
            <w:r w:rsidRPr="00CA373A">
              <w:t>R1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4E8043D3" w14:textId="77777777" w:rsidR="0084725A" w:rsidRPr="00723D64" w:rsidRDefault="0084725A" w:rsidP="0099599E">
            <w:pPr>
              <w:pStyle w:val="ConfigWindow"/>
            </w:pPr>
            <w:r w:rsidRPr="0017491C">
              <w:t>S0/0/1</w:t>
            </w:r>
          </w:p>
        </w:tc>
        <w:tc>
          <w:tcPr>
            <w:tcW w:w="4590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9B6DAA8" w14:textId="77777777" w:rsidR="0084725A" w:rsidRPr="00723D64" w:rsidRDefault="0084725A" w:rsidP="0028120D">
            <w:pPr>
              <w:pStyle w:val="TableText"/>
              <w:rPr>
                <w:i/>
                <w:color w:val="7030A0"/>
              </w:rPr>
            </w:pPr>
            <w:r>
              <w:t>2001:</w:t>
            </w:r>
            <w:r w:rsidR="00F8290F">
              <w:t>db</w:t>
            </w:r>
            <w:r>
              <w:t>8:1:2::2/64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66EF332C" w14:textId="77777777" w:rsidR="0084725A" w:rsidRDefault="0084725A" w:rsidP="0084725A">
            <w:pPr>
              <w:pStyle w:val="ConfigWindow"/>
            </w:pPr>
            <w:r>
              <w:t>N/A</w:t>
            </w:r>
          </w:p>
        </w:tc>
      </w:tr>
      <w:tr w:rsidR="0084725A" w14:paraId="352C038E" w14:textId="77777777" w:rsidTr="005939AB">
        <w:trPr>
          <w:cantSplit/>
          <w:jc w:val="center"/>
        </w:trPr>
        <w:tc>
          <w:tcPr>
            <w:tcW w:w="171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11E6746" w14:textId="77777777" w:rsidR="0084725A" w:rsidRPr="00CA373A" w:rsidRDefault="0084725A" w:rsidP="0099599E">
            <w:pPr>
              <w:pStyle w:val="ConfigWindow"/>
            </w:pPr>
            <w:r w:rsidRPr="00CA373A">
              <w:t>R1</w:t>
            </w:r>
          </w:p>
        </w:tc>
        <w:tc>
          <w:tcPr>
            <w:tcW w:w="1710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6CC08D" w14:textId="77777777" w:rsidR="0084725A" w:rsidRDefault="0084725A" w:rsidP="0099599E">
            <w:pPr>
              <w:pStyle w:val="ConfigWindow"/>
            </w:pPr>
            <w:r w:rsidRPr="0017491C">
              <w:t>S0/0/1</w:t>
            </w:r>
          </w:p>
        </w:tc>
        <w:tc>
          <w:tcPr>
            <w:tcW w:w="4590" w:type="dxa"/>
            <w:gridSpan w:val="2"/>
            <w:shd w:val="clear" w:color="auto" w:fill="FFFFFF" w:themeFill="background1"/>
            <w:vAlign w:val="center"/>
          </w:tcPr>
          <w:p w14:paraId="6523912D" w14:textId="77777777" w:rsidR="0084725A" w:rsidRPr="00723D64" w:rsidRDefault="00F8290F" w:rsidP="0028120D">
            <w:pPr>
              <w:pStyle w:val="TableText"/>
              <w:rPr>
                <w:i/>
                <w:color w:val="7030A0"/>
              </w:rPr>
            </w:pPr>
            <w:r>
              <w:t>fe</w:t>
            </w:r>
            <w:r w:rsidR="0084725A">
              <w:t>80::1</w:t>
            </w:r>
          </w:p>
        </w:tc>
        <w:tc>
          <w:tcPr>
            <w:tcW w:w="198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0854EC8" w14:textId="77777777" w:rsidR="0084725A" w:rsidRDefault="0084725A" w:rsidP="0084725A">
            <w:pPr>
              <w:pStyle w:val="ConfigWindow"/>
            </w:pPr>
            <w:r>
              <w:t>N/A</w:t>
            </w:r>
          </w:p>
        </w:tc>
      </w:tr>
      <w:tr w:rsidR="0084725A" w14:paraId="750F207F" w14:textId="77777777" w:rsidTr="005939AB">
        <w:trPr>
          <w:cantSplit/>
          <w:jc w:val="center"/>
        </w:trPr>
        <w:tc>
          <w:tcPr>
            <w:tcW w:w="171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74914190" w14:textId="77777777" w:rsidR="00E31A44" w:rsidRDefault="00E31A44" w:rsidP="0028120D">
            <w:pPr>
              <w:pStyle w:val="TableText"/>
            </w:pPr>
            <w:r>
              <w:t>R2</w:t>
            </w:r>
          </w:p>
        </w:tc>
        <w:tc>
          <w:tcPr>
            <w:tcW w:w="1710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038D2F7F" w14:textId="77777777" w:rsidR="00E31A44" w:rsidRPr="00E87D62" w:rsidRDefault="00E31A44" w:rsidP="0028120D">
            <w:pPr>
              <w:pStyle w:val="TableText"/>
            </w:pPr>
            <w:r>
              <w:t>S0/0/0</w:t>
            </w:r>
          </w:p>
        </w:tc>
        <w:tc>
          <w:tcPr>
            <w:tcW w:w="225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A63CA1E" w14:textId="77777777" w:rsidR="00E31A44" w:rsidRPr="00E87D62" w:rsidRDefault="00E31A44" w:rsidP="0028120D">
            <w:pPr>
              <w:pStyle w:val="TableText"/>
            </w:pPr>
            <w:r>
              <w:t>10.10</w:t>
            </w:r>
            <w:r w:rsidRPr="00A67E9E">
              <w:t>.1.</w:t>
            </w:r>
            <w:r>
              <w:t>5</w:t>
            </w:r>
          </w:p>
        </w:tc>
        <w:tc>
          <w:tcPr>
            <w:tcW w:w="234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14DB677" w14:textId="77777777" w:rsidR="00E31A44" w:rsidRPr="00E87D62" w:rsidRDefault="00E31A44" w:rsidP="0028120D">
            <w:pPr>
              <w:pStyle w:val="TableText"/>
            </w:pPr>
            <w:r>
              <w:t>255.255.255.252</w:t>
            </w:r>
          </w:p>
        </w:tc>
        <w:tc>
          <w:tcPr>
            <w:tcW w:w="198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D5DDDB4" w14:textId="77777777" w:rsidR="00E31A44" w:rsidRDefault="00E31A44" w:rsidP="0028120D">
            <w:pPr>
              <w:pStyle w:val="TableText"/>
            </w:pPr>
            <w:r>
              <w:t>N/A</w:t>
            </w:r>
          </w:p>
        </w:tc>
      </w:tr>
      <w:tr w:rsidR="0084725A" w14:paraId="223FA17F" w14:textId="77777777" w:rsidTr="005939AB">
        <w:trPr>
          <w:cantSplit/>
          <w:jc w:val="center"/>
        </w:trPr>
        <w:tc>
          <w:tcPr>
            <w:tcW w:w="171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605EADBB" w14:textId="77777777" w:rsidR="0084725A" w:rsidRPr="00723D64" w:rsidRDefault="0084725A" w:rsidP="0099599E">
            <w:pPr>
              <w:pStyle w:val="ConfigWindow"/>
            </w:pPr>
            <w:r w:rsidRPr="00723D64">
              <w:t>R2</w:t>
            </w:r>
          </w:p>
        </w:tc>
        <w:tc>
          <w:tcPr>
            <w:tcW w:w="171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B3BDA0B" w14:textId="77777777" w:rsidR="0084725A" w:rsidRPr="00723D64" w:rsidRDefault="0084725A" w:rsidP="0099599E">
            <w:pPr>
              <w:pStyle w:val="ConfigWindow"/>
            </w:pPr>
            <w:r w:rsidRPr="00723D64">
              <w:t>S0/0/0</w:t>
            </w:r>
          </w:p>
        </w:tc>
        <w:tc>
          <w:tcPr>
            <w:tcW w:w="4590" w:type="dxa"/>
            <w:gridSpan w:val="2"/>
            <w:shd w:val="clear" w:color="auto" w:fill="FFFFFF" w:themeFill="background1"/>
            <w:vAlign w:val="center"/>
          </w:tcPr>
          <w:p w14:paraId="32289C2F" w14:textId="77777777" w:rsidR="0084725A" w:rsidRPr="00723D64" w:rsidRDefault="0084725A" w:rsidP="0028120D">
            <w:pPr>
              <w:pStyle w:val="TableText"/>
              <w:rPr>
                <w:i/>
                <w:color w:val="7030A0"/>
              </w:rPr>
            </w:pPr>
            <w:r>
              <w:t>2001:</w:t>
            </w:r>
            <w:r w:rsidR="00F8290F">
              <w:t>db</w:t>
            </w:r>
            <w:r>
              <w:t>8:1:2::</w:t>
            </w:r>
            <w:r w:rsidRPr="00A67E9E">
              <w:t>1</w:t>
            </w:r>
            <w:r>
              <w:t>/64</w:t>
            </w:r>
          </w:p>
        </w:tc>
        <w:tc>
          <w:tcPr>
            <w:tcW w:w="198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AFC75CA" w14:textId="77777777" w:rsidR="0084725A" w:rsidRDefault="0084725A" w:rsidP="0084725A">
            <w:pPr>
              <w:pStyle w:val="ConfigWindow"/>
            </w:pPr>
            <w:r>
              <w:t>N/A</w:t>
            </w:r>
          </w:p>
        </w:tc>
      </w:tr>
      <w:tr w:rsidR="0084725A" w14:paraId="12CE60D9" w14:textId="77777777" w:rsidTr="005939AB">
        <w:trPr>
          <w:cantSplit/>
          <w:jc w:val="center"/>
        </w:trPr>
        <w:tc>
          <w:tcPr>
            <w:tcW w:w="171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7E235A2D" w14:textId="77777777" w:rsidR="00E31A44" w:rsidRPr="00723D64" w:rsidRDefault="00E31A44" w:rsidP="0099599E">
            <w:pPr>
              <w:pStyle w:val="ConfigWindow"/>
            </w:pPr>
            <w:r w:rsidRPr="00723D64">
              <w:t>R2</w:t>
            </w:r>
          </w:p>
        </w:tc>
        <w:tc>
          <w:tcPr>
            <w:tcW w:w="171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2D4776C5" w14:textId="77777777" w:rsidR="00E31A44" w:rsidRPr="00E87D62" w:rsidRDefault="00E31A44" w:rsidP="0028120D">
            <w:pPr>
              <w:pStyle w:val="TableText"/>
            </w:pPr>
            <w:r>
              <w:t>S0/0/1</w:t>
            </w:r>
          </w:p>
        </w:tc>
        <w:tc>
          <w:tcPr>
            <w:tcW w:w="225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9A43850" w14:textId="77777777" w:rsidR="00E31A44" w:rsidRPr="00E87D62" w:rsidRDefault="00E31A44" w:rsidP="0028120D">
            <w:pPr>
              <w:pStyle w:val="TableText"/>
            </w:pPr>
            <w:r>
              <w:t>10.10</w:t>
            </w:r>
            <w:r w:rsidRPr="00A67E9E">
              <w:t>.1.9</w:t>
            </w:r>
          </w:p>
        </w:tc>
        <w:tc>
          <w:tcPr>
            <w:tcW w:w="234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C111940" w14:textId="77777777" w:rsidR="00E31A44" w:rsidRPr="00E87D62" w:rsidRDefault="00E31A44" w:rsidP="0028120D">
            <w:pPr>
              <w:pStyle w:val="TableText"/>
            </w:pPr>
            <w:r>
              <w:t>255.255.255.252</w:t>
            </w:r>
          </w:p>
        </w:tc>
        <w:tc>
          <w:tcPr>
            <w:tcW w:w="198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7026AF7" w14:textId="77777777" w:rsidR="00E31A44" w:rsidRPr="00E87D62" w:rsidRDefault="00E31A44" w:rsidP="0028120D">
            <w:pPr>
              <w:pStyle w:val="TableText"/>
            </w:pPr>
            <w:r>
              <w:t>N/A</w:t>
            </w:r>
          </w:p>
        </w:tc>
      </w:tr>
      <w:tr w:rsidR="0084725A" w14:paraId="2AA2F873" w14:textId="77777777" w:rsidTr="005939AB">
        <w:trPr>
          <w:cantSplit/>
          <w:jc w:val="center"/>
        </w:trPr>
        <w:tc>
          <w:tcPr>
            <w:tcW w:w="171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12661384" w14:textId="77777777" w:rsidR="0084725A" w:rsidRPr="00723D64" w:rsidRDefault="0084725A" w:rsidP="0099599E">
            <w:pPr>
              <w:pStyle w:val="ConfigWindow"/>
            </w:pPr>
            <w:r w:rsidRPr="00723D64">
              <w:t>R2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710768A5" w14:textId="77777777" w:rsidR="0084725A" w:rsidRPr="00723D64" w:rsidRDefault="0084725A" w:rsidP="0099599E">
            <w:pPr>
              <w:pStyle w:val="ConfigWindow"/>
            </w:pPr>
            <w:r w:rsidRPr="00723D64">
              <w:t>S0/0/1</w:t>
            </w:r>
          </w:p>
        </w:tc>
        <w:tc>
          <w:tcPr>
            <w:tcW w:w="4590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4467CE6" w14:textId="77777777" w:rsidR="0084725A" w:rsidRPr="00723D64" w:rsidRDefault="0084725A" w:rsidP="0028120D">
            <w:pPr>
              <w:pStyle w:val="TableText"/>
              <w:rPr>
                <w:i/>
                <w:color w:val="7030A0"/>
              </w:rPr>
            </w:pPr>
            <w:r>
              <w:t>2001:</w:t>
            </w:r>
            <w:r w:rsidR="00F8290F">
              <w:t>db</w:t>
            </w:r>
            <w:r>
              <w:t>8:1:3::</w:t>
            </w:r>
            <w:r w:rsidRPr="00A67E9E">
              <w:t>1</w:t>
            </w:r>
            <w:r>
              <w:t>/64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5F32603D" w14:textId="77777777" w:rsidR="0084725A" w:rsidRDefault="0084725A" w:rsidP="0084725A">
            <w:pPr>
              <w:pStyle w:val="ConfigWindow"/>
            </w:pPr>
            <w:r>
              <w:t>N/A</w:t>
            </w:r>
          </w:p>
        </w:tc>
      </w:tr>
      <w:tr w:rsidR="0084725A" w14:paraId="2A2DBCFB" w14:textId="77777777" w:rsidTr="005939AB">
        <w:trPr>
          <w:cantSplit/>
          <w:jc w:val="center"/>
        </w:trPr>
        <w:tc>
          <w:tcPr>
            <w:tcW w:w="171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9222A05" w14:textId="77777777" w:rsidR="0084725A" w:rsidRPr="00723D64" w:rsidRDefault="0084725A" w:rsidP="0099599E">
            <w:pPr>
              <w:pStyle w:val="ConfigWindow"/>
            </w:pPr>
            <w:r w:rsidRPr="00723D64">
              <w:t>R2</w:t>
            </w:r>
          </w:p>
        </w:tc>
        <w:tc>
          <w:tcPr>
            <w:tcW w:w="1710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3EB2DE47" w14:textId="77777777" w:rsidR="0084725A" w:rsidRDefault="0084725A" w:rsidP="0099599E">
            <w:pPr>
              <w:pStyle w:val="ConfigWindow"/>
            </w:pPr>
            <w:r w:rsidRPr="00723D64">
              <w:t>S0/0/1</w:t>
            </w:r>
          </w:p>
        </w:tc>
        <w:tc>
          <w:tcPr>
            <w:tcW w:w="4590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F06292D" w14:textId="77777777" w:rsidR="0084725A" w:rsidRPr="00723D64" w:rsidRDefault="00F8290F" w:rsidP="0028120D">
            <w:pPr>
              <w:pStyle w:val="TableText"/>
              <w:rPr>
                <w:i/>
                <w:color w:val="7030A0"/>
              </w:rPr>
            </w:pPr>
            <w:r>
              <w:t>fe</w:t>
            </w:r>
            <w:r w:rsidR="0084725A">
              <w:t>80::2</w:t>
            </w:r>
          </w:p>
        </w:tc>
        <w:tc>
          <w:tcPr>
            <w:tcW w:w="1980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5A6685F4" w14:textId="77777777" w:rsidR="0084725A" w:rsidRDefault="0084725A" w:rsidP="0084725A">
            <w:pPr>
              <w:pStyle w:val="ConfigWindow"/>
            </w:pPr>
            <w:r>
              <w:t>N/A</w:t>
            </w:r>
          </w:p>
        </w:tc>
      </w:tr>
      <w:tr w:rsidR="0084725A" w14:paraId="4FF81414" w14:textId="77777777" w:rsidTr="005939AB">
        <w:trPr>
          <w:cantSplit/>
          <w:jc w:val="center"/>
        </w:trPr>
        <w:tc>
          <w:tcPr>
            <w:tcW w:w="171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37B7ACC5" w14:textId="77777777" w:rsidR="0084725A" w:rsidRDefault="0084725A" w:rsidP="0028120D">
            <w:pPr>
              <w:pStyle w:val="TableText"/>
            </w:pPr>
            <w:r>
              <w:t>R3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1C6BD544" w14:textId="77777777" w:rsidR="0084725A" w:rsidRPr="00E87D62" w:rsidRDefault="0084725A" w:rsidP="0028120D">
            <w:pPr>
              <w:pStyle w:val="TableText"/>
            </w:pPr>
            <w:r>
              <w:t>G0/0</w:t>
            </w:r>
          </w:p>
        </w:tc>
        <w:tc>
          <w:tcPr>
            <w:tcW w:w="4590" w:type="dxa"/>
            <w:gridSpan w:val="2"/>
            <w:shd w:val="clear" w:color="auto" w:fill="FFFFFF" w:themeFill="background1"/>
            <w:vAlign w:val="center"/>
          </w:tcPr>
          <w:p w14:paraId="6FE1410E" w14:textId="77777777" w:rsidR="0084725A" w:rsidRPr="00723D64" w:rsidRDefault="0084725A" w:rsidP="0028120D">
            <w:pPr>
              <w:pStyle w:val="TableText"/>
              <w:rPr>
                <w:i/>
                <w:color w:val="7030A0"/>
              </w:rPr>
            </w:pPr>
            <w:r>
              <w:t>2001:</w:t>
            </w:r>
            <w:r w:rsidR="00F8290F">
              <w:t>db</w:t>
            </w:r>
            <w:r>
              <w:t>8:1:4::</w:t>
            </w:r>
            <w:r w:rsidRPr="00AF4303">
              <w:t>1</w:t>
            </w:r>
            <w:r>
              <w:t>/64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2F89AE7F" w14:textId="77777777" w:rsidR="0084725A" w:rsidRDefault="0084725A" w:rsidP="0028120D">
            <w:pPr>
              <w:pStyle w:val="TableText"/>
            </w:pPr>
            <w:r>
              <w:t>N/A</w:t>
            </w:r>
          </w:p>
        </w:tc>
      </w:tr>
      <w:tr w:rsidR="00E31A44" w14:paraId="3E7FC7D5" w14:textId="77777777" w:rsidTr="005939AB">
        <w:trPr>
          <w:cantSplit/>
          <w:jc w:val="center"/>
        </w:trPr>
        <w:tc>
          <w:tcPr>
            <w:tcW w:w="171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7B272A37" w14:textId="77777777" w:rsidR="00E31A44" w:rsidRPr="00723D64" w:rsidRDefault="00E31A44" w:rsidP="0099599E">
            <w:pPr>
              <w:pStyle w:val="ConfigWindow"/>
            </w:pPr>
            <w:r w:rsidRPr="00723D64">
              <w:t>R3</w:t>
            </w:r>
          </w:p>
        </w:tc>
        <w:tc>
          <w:tcPr>
            <w:tcW w:w="171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88B6FDA" w14:textId="77777777" w:rsidR="00E31A44" w:rsidRPr="00E87D62" w:rsidRDefault="00E31A44" w:rsidP="0028120D">
            <w:pPr>
              <w:pStyle w:val="TableText"/>
            </w:pPr>
            <w:r>
              <w:t>G0/1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084EB905" w14:textId="77777777" w:rsidR="00E31A44" w:rsidRPr="001D4A02" w:rsidRDefault="00E31A44" w:rsidP="0028120D">
            <w:pPr>
              <w:pStyle w:val="TableText"/>
            </w:pPr>
            <w:r>
              <w:t>10.10</w:t>
            </w:r>
            <w:r w:rsidRPr="00AF4303">
              <w:t>.1.17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4F1C987B" w14:textId="77777777" w:rsidR="00E31A44" w:rsidRPr="001D4A02" w:rsidRDefault="00E31A44" w:rsidP="0028120D">
            <w:pPr>
              <w:pStyle w:val="TableText"/>
            </w:pPr>
            <w:r>
              <w:t>255.255.255.240</w:t>
            </w:r>
          </w:p>
        </w:tc>
        <w:tc>
          <w:tcPr>
            <w:tcW w:w="198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7129235" w14:textId="77777777" w:rsidR="00E31A44" w:rsidRDefault="00E31A44" w:rsidP="0028120D">
            <w:pPr>
              <w:pStyle w:val="TableText"/>
            </w:pPr>
            <w:r>
              <w:t>N/A</w:t>
            </w:r>
          </w:p>
        </w:tc>
      </w:tr>
      <w:tr w:rsidR="00E31A44" w14:paraId="4DD7E64A" w14:textId="77777777" w:rsidTr="005939AB">
        <w:trPr>
          <w:cantSplit/>
          <w:jc w:val="center"/>
        </w:trPr>
        <w:tc>
          <w:tcPr>
            <w:tcW w:w="171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47220248" w14:textId="77777777" w:rsidR="00E31A44" w:rsidRPr="00723D64" w:rsidRDefault="00E31A44" w:rsidP="0099599E">
            <w:pPr>
              <w:pStyle w:val="ConfigWindow"/>
            </w:pPr>
            <w:r w:rsidRPr="00723D64">
              <w:t>R3</w:t>
            </w:r>
          </w:p>
        </w:tc>
        <w:tc>
          <w:tcPr>
            <w:tcW w:w="171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7EBE5E11" w14:textId="77777777" w:rsidR="00E31A44" w:rsidRPr="00E87D62" w:rsidRDefault="00E31A44" w:rsidP="0028120D">
            <w:pPr>
              <w:pStyle w:val="TableText"/>
            </w:pPr>
            <w:r>
              <w:t>S0/0/1</w:t>
            </w:r>
          </w:p>
        </w:tc>
        <w:tc>
          <w:tcPr>
            <w:tcW w:w="225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82BB12D" w14:textId="77777777" w:rsidR="00E31A44" w:rsidRDefault="00E31A44" w:rsidP="0028120D">
            <w:pPr>
              <w:pStyle w:val="TableText"/>
            </w:pPr>
            <w:r>
              <w:t>10.10</w:t>
            </w:r>
            <w:r w:rsidRPr="00B92CFF">
              <w:t>.1.10</w:t>
            </w:r>
          </w:p>
        </w:tc>
        <w:tc>
          <w:tcPr>
            <w:tcW w:w="234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F39070D" w14:textId="77777777" w:rsidR="00E31A44" w:rsidRDefault="00E31A44" w:rsidP="0028120D">
            <w:pPr>
              <w:pStyle w:val="TableText"/>
            </w:pPr>
            <w:r>
              <w:t>255.255.255.252</w:t>
            </w:r>
          </w:p>
        </w:tc>
        <w:tc>
          <w:tcPr>
            <w:tcW w:w="198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79D079A7" w14:textId="77777777" w:rsidR="00E31A44" w:rsidRDefault="00E31A44" w:rsidP="0028120D">
            <w:pPr>
              <w:pStyle w:val="TableText"/>
            </w:pPr>
            <w:r>
              <w:t>N/A</w:t>
            </w:r>
          </w:p>
        </w:tc>
      </w:tr>
      <w:tr w:rsidR="0084725A" w14:paraId="4BFC4C8D" w14:textId="77777777" w:rsidTr="005939AB">
        <w:trPr>
          <w:cantSplit/>
          <w:jc w:val="center"/>
        </w:trPr>
        <w:tc>
          <w:tcPr>
            <w:tcW w:w="171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6EAA9100" w14:textId="77777777" w:rsidR="0084725A" w:rsidRPr="00723D64" w:rsidRDefault="0084725A" w:rsidP="0099599E">
            <w:pPr>
              <w:pStyle w:val="ConfigWindow"/>
            </w:pPr>
            <w:r w:rsidRPr="00723D64">
              <w:t>R3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2089B153" w14:textId="77777777" w:rsidR="0084725A" w:rsidRPr="00723D64" w:rsidRDefault="0084725A" w:rsidP="0099599E">
            <w:pPr>
              <w:pStyle w:val="ConfigWindow"/>
            </w:pPr>
            <w:r w:rsidRPr="00723D64">
              <w:t>S0/0/1</w:t>
            </w:r>
          </w:p>
        </w:tc>
        <w:tc>
          <w:tcPr>
            <w:tcW w:w="4590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D648E99" w14:textId="77777777" w:rsidR="0084725A" w:rsidRPr="00723D64" w:rsidRDefault="0084725A" w:rsidP="0028120D">
            <w:pPr>
              <w:pStyle w:val="TableText"/>
              <w:rPr>
                <w:i/>
                <w:color w:val="7030A0"/>
              </w:rPr>
            </w:pPr>
            <w:r>
              <w:t>2001:</w:t>
            </w:r>
            <w:r w:rsidR="00F8290F">
              <w:t>db</w:t>
            </w:r>
            <w:r>
              <w:t>8:1:3::</w:t>
            </w:r>
            <w:r w:rsidRPr="00B92CFF">
              <w:t>2</w:t>
            </w:r>
            <w:r>
              <w:t>/64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75BF6E6D" w14:textId="77777777" w:rsidR="0084725A" w:rsidRDefault="0084725A" w:rsidP="0084725A">
            <w:pPr>
              <w:pStyle w:val="ConfigWindow"/>
            </w:pPr>
            <w:r>
              <w:t>N/A</w:t>
            </w:r>
          </w:p>
        </w:tc>
      </w:tr>
      <w:tr w:rsidR="0084725A" w14:paraId="6A8E2239" w14:textId="77777777" w:rsidTr="005939AB">
        <w:trPr>
          <w:cantSplit/>
          <w:jc w:val="center"/>
        </w:trPr>
        <w:tc>
          <w:tcPr>
            <w:tcW w:w="1710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291187EE" w14:textId="77777777" w:rsidR="0084725A" w:rsidRPr="00723D64" w:rsidRDefault="0084725A" w:rsidP="0099599E">
            <w:pPr>
              <w:pStyle w:val="ConfigWindow"/>
            </w:pPr>
            <w:r w:rsidRPr="00723D64">
              <w:t>R3</w:t>
            </w:r>
          </w:p>
        </w:tc>
        <w:tc>
          <w:tcPr>
            <w:tcW w:w="1710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20986C9C" w14:textId="77777777" w:rsidR="0084725A" w:rsidRDefault="0084725A" w:rsidP="0099599E">
            <w:pPr>
              <w:pStyle w:val="ConfigWindow"/>
            </w:pPr>
            <w:r>
              <w:t>S0/0/1</w:t>
            </w:r>
          </w:p>
        </w:tc>
        <w:tc>
          <w:tcPr>
            <w:tcW w:w="4590" w:type="dxa"/>
            <w:gridSpan w:val="2"/>
            <w:shd w:val="clear" w:color="auto" w:fill="FFFFFF" w:themeFill="background1"/>
            <w:vAlign w:val="center"/>
          </w:tcPr>
          <w:p w14:paraId="128B6A87" w14:textId="77777777" w:rsidR="0084725A" w:rsidRPr="00723D64" w:rsidRDefault="00F8290F" w:rsidP="0028120D">
            <w:pPr>
              <w:pStyle w:val="TableText"/>
              <w:rPr>
                <w:i/>
                <w:color w:val="7030A0"/>
              </w:rPr>
            </w:pPr>
            <w:r>
              <w:t>fe</w:t>
            </w:r>
            <w:r w:rsidR="0084725A">
              <w:t>80::3</w:t>
            </w:r>
          </w:p>
        </w:tc>
        <w:tc>
          <w:tcPr>
            <w:tcW w:w="1980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98265F5" w14:textId="77777777" w:rsidR="0084725A" w:rsidRDefault="0084725A" w:rsidP="0084725A">
            <w:pPr>
              <w:pStyle w:val="ConfigWindow"/>
            </w:pPr>
            <w:r>
              <w:t>N/A</w:t>
            </w:r>
          </w:p>
        </w:tc>
      </w:tr>
      <w:tr w:rsidR="002E0346" w14:paraId="1A3A3529" w14:textId="77777777" w:rsidTr="005939AB">
        <w:trPr>
          <w:cantSplit/>
          <w:jc w:val="center"/>
        </w:trPr>
        <w:tc>
          <w:tcPr>
            <w:tcW w:w="1710" w:type="dxa"/>
            <w:shd w:val="clear" w:color="auto" w:fill="FFFFFF" w:themeFill="background1"/>
            <w:vAlign w:val="center"/>
          </w:tcPr>
          <w:p w14:paraId="69C3C3B7" w14:textId="77777777" w:rsidR="002E0346" w:rsidRPr="00E87D62" w:rsidRDefault="002E0346" w:rsidP="002E0346">
            <w:pPr>
              <w:pStyle w:val="TableText"/>
            </w:pPr>
            <w:r>
              <w:t>PC1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1638299C" w14:textId="77777777" w:rsidR="002E0346" w:rsidRPr="00E87D62" w:rsidRDefault="002E0346" w:rsidP="002E0346">
            <w:pPr>
              <w:pStyle w:val="TableText"/>
            </w:pPr>
            <w:r>
              <w:t>NIC</w:t>
            </w:r>
          </w:p>
        </w:tc>
        <w:tc>
          <w:tcPr>
            <w:tcW w:w="225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A10F41" w14:textId="77777777" w:rsidR="002E0346" w:rsidRPr="005939AB" w:rsidRDefault="002E0346" w:rsidP="005939AB">
            <w:pPr>
              <w:pStyle w:val="ConfigWindow"/>
            </w:pPr>
            <w:r w:rsidRPr="005939AB">
              <w:t>blank</w:t>
            </w:r>
          </w:p>
        </w:tc>
        <w:tc>
          <w:tcPr>
            <w:tcW w:w="234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4D2F253" w14:textId="77777777" w:rsidR="002E0346" w:rsidRPr="005939AB" w:rsidRDefault="002E0346" w:rsidP="005939AB">
            <w:pPr>
              <w:pStyle w:val="ConfigWindow"/>
            </w:pPr>
            <w:r w:rsidRPr="005939AB">
              <w:t>blank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3BA73F75" w14:textId="77777777" w:rsidR="002E0346" w:rsidRPr="005939AB" w:rsidRDefault="002E0346" w:rsidP="005939AB">
            <w:pPr>
              <w:pStyle w:val="ConfigWindow"/>
            </w:pPr>
            <w:r w:rsidRPr="005939AB">
              <w:t>blank</w:t>
            </w:r>
          </w:p>
        </w:tc>
      </w:tr>
      <w:tr w:rsidR="002E0346" w14:paraId="53C253AE" w14:textId="77777777" w:rsidTr="00A26272">
        <w:trPr>
          <w:cantSplit/>
          <w:jc w:val="center"/>
        </w:trPr>
        <w:tc>
          <w:tcPr>
            <w:tcW w:w="1710" w:type="dxa"/>
            <w:shd w:val="clear" w:color="auto" w:fill="FFFFFF" w:themeFill="background1"/>
            <w:vAlign w:val="center"/>
          </w:tcPr>
          <w:p w14:paraId="46162E93" w14:textId="77777777" w:rsidR="002E0346" w:rsidRDefault="002E0346" w:rsidP="002E0346">
            <w:pPr>
              <w:pStyle w:val="TableText"/>
            </w:pPr>
            <w:r>
              <w:t>PC2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5C059E95" w14:textId="77777777" w:rsidR="002E0346" w:rsidRDefault="002E0346" w:rsidP="002E0346">
            <w:pPr>
              <w:pStyle w:val="TableText"/>
            </w:pPr>
            <w:r>
              <w:t>NIC</w:t>
            </w:r>
          </w:p>
        </w:tc>
        <w:tc>
          <w:tcPr>
            <w:tcW w:w="4590" w:type="dxa"/>
            <w:gridSpan w:val="2"/>
            <w:shd w:val="clear" w:color="auto" w:fill="FFFFFF" w:themeFill="background1"/>
            <w:vAlign w:val="center"/>
          </w:tcPr>
          <w:p w14:paraId="5EA1AA85" w14:textId="77777777" w:rsidR="002E0346" w:rsidRPr="005939AB" w:rsidRDefault="002E0346" w:rsidP="005939AB">
            <w:pPr>
              <w:pStyle w:val="ConfigWindow"/>
            </w:pPr>
            <w:r w:rsidRPr="005939AB">
              <w:t>blank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7B179BD6" w14:textId="77777777" w:rsidR="002E0346" w:rsidRPr="005939AB" w:rsidRDefault="002E0346" w:rsidP="005939AB">
            <w:pPr>
              <w:pStyle w:val="ConfigWindow"/>
            </w:pPr>
            <w:r w:rsidRPr="005939AB">
              <w:t>blank</w:t>
            </w:r>
          </w:p>
        </w:tc>
      </w:tr>
      <w:tr w:rsidR="002E0346" w14:paraId="6407343E" w14:textId="77777777" w:rsidTr="005939AB">
        <w:trPr>
          <w:cantSplit/>
          <w:jc w:val="center"/>
        </w:trPr>
        <w:tc>
          <w:tcPr>
            <w:tcW w:w="1710" w:type="dxa"/>
            <w:shd w:val="clear" w:color="auto" w:fill="FFFFFF" w:themeFill="background1"/>
            <w:vAlign w:val="center"/>
          </w:tcPr>
          <w:p w14:paraId="61112CA0" w14:textId="77777777" w:rsidR="002E0346" w:rsidRPr="00E87D62" w:rsidRDefault="002E0346" w:rsidP="002E0346">
            <w:pPr>
              <w:pStyle w:val="TableText"/>
            </w:pPr>
            <w:r>
              <w:t>PC3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6AE9DDF9" w14:textId="77777777" w:rsidR="002E0346" w:rsidRDefault="002E0346" w:rsidP="002E0346">
            <w:pPr>
              <w:pStyle w:val="TableText"/>
            </w:pPr>
            <w:r>
              <w:t>NIC</w:t>
            </w:r>
          </w:p>
        </w:tc>
        <w:tc>
          <w:tcPr>
            <w:tcW w:w="225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8F59038" w14:textId="77777777" w:rsidR="002E0346" w:rsidRPr="005939AB" w:rsidRDefault="002E0346" w:rsidP="005939AB">
            <w:pPr>
              <w:pStyle w:val="ConfigWindow"/>
            </w:pPr>
            <w:r w:rsidRPr="005939AB">
              <w:t>blank</w:t>
            </w:r>
          </w:p>
        </w:tc>
        <w:tc>
          <w:tcPr>
            <w:tcW w:w="234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FAA8A6F" w14:textId="77777777" w:rsidR="002E0346" w:rsidRPr="005939AB" w:rsidRDefault="002E0346" w:rsidP="005939AB">
            <w:pPr>
              <w:pStyle w:val="ConfigWindow"/>
            </w:pPr>
            <w:r w:rsidRPr="005939AB">
              <w:t>blank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7C8DB935" w14:textId="77777777" w:rsidR="002E0346" w:rsidRPr="005939AB" w:rsidRDefault="002E0346" w:rsidP="005939AB">
            <w:pPr>
              <w:pStyle w:val="ConfigWindow"/>
            </w:pPr>
            <w:r w:rsidRPr="005939AB">
              <w:t>blank</w:t>
            </w:r>
          </w:p>
        </w:tc>
      </w:tr>
      <w:tr w:rsidR="002E0346" w14:paraId="20DF697A" w14:textId="77777777" w:rsidTr="00A26272">
        <w:trPr>
          <w:cantSplit/>
          <w:jc w:val="center"/>
        </w:trPr>
        <w:tc>
          <w:tcPr>
            <w:tcW w:w="1710" w:type="dxa"/>
            <w:shd w:val="clear" w:color="auto" w:fill="FFFFFF" w:themeFill="background1"/>
            <w:vAlign w:val="center"/>
          </w:tcPr>
          <w:p w14:paraId="036C1075" w14:textId="77777777" w:rsidR="002E0346" w:rsidRDefault="002E0346" w:rsidP="002E0346">
            <w:pPr>
              <w:pStyle w:val="TableText"/>
            </w:pPr>
            <w:r>
              <w:t>PC4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63C01B7D" w14:textId="77777777" w:rsidR="002E0346" w:rsidRDefault="002E0346" w:rsidP="002E0346">
            <w:pPr>
              <w:pStyle w:val="TableText"/>
            </w:pPr>
            <w:r>
              <w:t>NIC</w:t>
            </w:r>
          </w:p>
        </w:tc>
        <w:tc>
          <w:tcPr>
            <w:tcW w:w="4590" w:type="dxa"/>
            <w:gridSpan w:val="2"/>
            <w:shd w:val="clear" w:color="auto" w:fill="FFFFFF" w:themeFill="background1"/>
            <w:vAlign w:val="center"/>
          </w:tcPr>
          <w:p w14:paraId="5BEB7315" w14:textId="77777777" w:rsidR="002E0346" w:rsidRPr="005939AB" w:rsidRDefault="002E0346" w:rsidP="005939AB">
            <w:pPr>
              <w:pStyle w:val="ConfigWindow"/>
            </w:pPr>
            <w:r w:rsidRPr="005939AB">
              <w:t>blank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72AAE350" w14:textId="77777777" w:rsidR="002E0346" w:rsidRPr="005939AB" w:rsidRDefault="002E0346" w:rsidP="005939AB">
            <w:pPr>
              <w:pStyle w:val="ConfigWindow"/>
            </w:pPr>
            <w:r w:rsidRPr="005939AB">
              <w:t>blank</w:t>
            </w:r>
          </w:p>
        </w:tc>
      </w:tr>
    </w:tbl>
    <w:p w14:paraId="35DE3913" w14:textId="77777777" w:rsidR="00E31A44" w:rsidRPr="00BB73FF" w:rsidRDefault="00E31A44" w:rsidP="00E31A44">
      <w:pPr>
        <w:pStyle w:val="Heading1"/>
      </w:pPr>
      <w:r w:rsidRPr="00BB73FF">
        <w:t>Objective</w:t>
      </w:r>
      <w:r>
        <w:t>s</w:t>
      </w:r>
    </w:p>
    <w:p w14:paraId="294059E2" w14:textId="77777777" w:rsidR="00E31A44" w:rsidRPr="004C0909" w:rsidRDefault="00E31A44" w:rsidP="00E31A44">
      <w:pPr>
        <w:pStyle w:val="BodyTextL25Bold"/>
      </w:pPr>
      <w:r>
        <w:t>Part 1: Test and Restore IPv4 Connectivity</w:t>
      </w:r>
    </w:p>
    <w:p w14:paraId="24C4ED9F" w14:textId="77777777" w:rsidR="00E31A44" w:rsidRDefault="00E31A44" w:rsidP="00E31A44">
      <w:pPr>
        <w:pStyle w:val="BodyTextL25Bold"/>
      </w:pPr>
      <w:r>
        <w:t>Part 2: Test and Restore IPv6 Connectivity</w:t>
      </w:r>
    </w:p>
    <w:p w14:paraId="31DCC148" w14:textId="77777777" w:rsidR="00E31A44" w:rsidRDefault="00E31A44" w:rsidP="0093296A">
      <w:pPr>
        <w:pStyle w:val="Heading1"/>
      </w:pPr>
      <w:r>
        <w:t>Scenario</w:t>
      </w:r>
    </w:p>
    <w:p w14:paraId="7CEFBCCC" w14:textId="77777777" w:rsidR="00E31A44" w:rsidRDefault="00E31A44" w:rsidP="00E31A44">
      <w:pPr>
        <w:pStyle w:val="BodyText1"/>
      </w:pPr>
      <w:r>
        <w:t>There are connectivity issues in this activity. In addition to gathering and documenting information about the network, you will locate the problems and implement acceptable solutions to restore connectivity.</w:t>
      </w:r>
    </w:p>
    <w:p w14:paraId="142ACF8E" w14:textId="77777777" w:rsidR="00E31A44" w:rsidRPr="004D1D6A" w:rsidRDefault="00E31A44" w:rsidP="00E31A44">
      <w:pPr>
        <w:pStyle w:val="BodyText1"/>
      </w:pPr>
      <w:r>
        <w:rPr>
          <w:b/>
        </w:rPr>
        <w:t xml:space="preserve">Note: </w:t>
      </w:r>
      <w:r>
        <w:t xml:space="preserve">The user EXEC password is </w:t>
      </w:r>
      <w:r>
        <w:rPr>
          <w:b/>
        </w:rPr>
        <w:t>cisco</w:t>
      </w:r>
      <w:r>
        <w:t xml:space="preserve">. The privileged EXEC password is </w:t>
      </w:r>
      <w:r>
        <w:rPr>
          <w:b/>
        </w:rPr>
        <w:t>class</w:t>
      </w:r>
      <w:r>
        <w:t>.</w:t>
      </w:r>
    </w:p>
    <w:p w14:paraId="49692E5C" w14:textId="77777777" w:rsidR="0093296A" w:rsidRDefault="0093296A" w:rsidP="0093296A">
      <w:pPr>
        <w:pStyle w:val="Heading1"/>
      </w:pPr>
      <w:r>
        <w:lastRenderedPageBreak/>
        <w:t>Instructions</w:t>
      </w:r>
    </w:p>
    <w:p w14:paraId="63246CF7" w14:textId="77777777" w:rsidR="00E31A44" w:rsidRDefault="00E31A44" w:rsidP="0093296A">
      <w:pPr>
        <w:pStyle w:val="Heading2"/>
      </w:pPr>
      <w:r w:rsidRPr="00D6234C">
        <w:t>Test and Restore IPv4 Connectivity</w:t>
      </w:r>
    </w:p>
    <w:p w14:paraId="07752F01" w14:textId="77777777" w:rsidR="00E31A44" w:rsidRDefault="00E31A44" w:rsidP="00E31A44">
      <w:pPr>
        <w:pStyle w:val="Heading3"/>
      </w:pPr>
      <w:r w:rsidRPr="00F9482F">
        <w:t xml:space="preserve">Use </w:t>
      </w:r>
      <w:r>
        <w:t>ipconfig</w:t>
      </w:r>
      <w:r w:rsidRPr="00F9482F">
        <w:t xml:space="preserve"> and ping to verify connectivity.</w:t>
      </w:r>
    </w:p>
    <w:p w14:paraId="453EB73C" w14:textId="77777777" w:rsidR="00E31A44" w:rsidRDefault="00E31A44" w:rsidP="0093296A">
      <w:pPr>
        <w:pStyle w:val="SubStepAlpha"/>
        <w:spacing w:before="0"/>
      </w:pPr>
      <w:r>
        <w:t xml:space="preserve">Click </w:t>
      </w:r>
      <w:r w:rsidRPr="00C929AA">
        <w:rPr>
          <w:b/>
        </w:rPr>
        <w:t xml:space="preserve">PC1 </w:t>
      </w:r>
      <w:r>
        <w:t xml:space="preserve">and open the </w:t>
      </w:r>
      <w:r w:rsidRPr="00C929AA">
        <w:rPr>
          <w:b/>
        </w:rPr>
        <w:t>Command Prompt</w:t>
      </w:r>
      <w:r>
        <w:t>.</w:t>
      </w:r>
    </w:p>
    <w:p w14:paraId="12086572" w14:textId="77777777" w:rsidR="00E31A44" w:rsidRPr="00FB53D9" w:rsidRDefault="00E31A44" w:rsidP="0093296A">
      <w:pPr>
        <w:pStyle w:val="SubStepAlpha"/>
      </w:pPr>
      <w:r>
        <w:t xml:space="preserve">Enter the </w:t>
      </w:r>
      <w:r w:rsidRPr="00F64336">
        <w:rPr>
          <w:b/>
        </w:rPr>
        <w:t>ipconfig /all</w:t>
      </w:r>
      <w:r>
        <w:t xml:space="preserve"> command to collect the IPv4 information. Complete the </w:t>
      </w:r>
      <w:r>
        <w:rPr>
          <w:b/>
        </w:rPr>
        <w:t xml:space="preserve">Addressing Table </w:t>
      </w:r>
      <w:r>
        <w:t>with the IPv4 address, subnet mask, and default gateway.</w:t>
      </w:r>
    </w:p>
    <w:p w14:paraId="6728886C" w14:textId="77777777" w:rsidR="00E31A44" w:rsidRDefault="00E31A44" w:rsidP="0093296A">
      <w:pPr>
        <w:pStyle w:val="SubStepAlpha"/>
      </w:pPr>
      <w:r>
        <w:t xml:space="preserve">Click </w:t>
      </w:r>
      <w:r w:rsidRPr="00C929AA">
        <w:rPr>
          <w:b/>
        </w:rPr>
        <w:t>PC</w:t>
      </w:r>
      <w:r>
        <w:rPr>
          <w:b/>
        </w:rPr>
        <w:t>3</w:t>
      </w:r>
      <w:r w:rsidRPr="00C929AA">
        <w:rPr>
          <w:b/>
        </w:rPr>
        <w:t xml:space="preserve"> </w:t>
      </w:r>
      <w:r>
        <w:t xml:space="preserve">and open the </w:t>
      </w:r>
      <w:r w:rsidRPr="00C929AA">
        <w:rPr>
          <w:b/>
        </w:rPr>
        <w:t>Command Prompt</w:t>
      </w:r>
      <w:r>
        <w:t>.</w:t>
      </w:r>
    </w:p>
    <w:p w14:paraId="1906986A" w14:textId="77777777" w:rsidR="00E31A44" w:rsidRPr="00FB53D9" w:rsidRDefault="00E31A44" w:rsidP="0093296A">
      <w:pPr>
        <w:pStyle w:val="SubStepAlpha"/>
      </w:pPr>
      <w:r>
        <w:t xml:space="preserve">Enter the </w:t>
      </w:r>
      <w:r w:rsidRPr="00F64336">
        <w:rPr>
          <w:b/>
        </w:rPr>
        <w:t>ipconfig /all</w:t>
      </w:r>
      <w:r>
        <w:t xml:space="preserve"> command to collect the IPv4 information. Complete the </w:t>
      </w:r>
      <w:r>
        <w:rPr>
          <w:b/>
        </w:rPr>
        <w:t xml:space="preserve">Addressing Table </w:t>
      </w:r>
      <w:r>
        <w:t>with the IPv4 address, subnet mask, and default gateway.</w:t>
      </w:r>
    </w:p>
    <w:p w14:paraId="2D11D3AE" w14:textId="77777777" w:rsidR="00E31A44" w:rsidRDefault="00E31A44" w:rsidP="0093296A">
      <w:pPr>
        <w:pStyle w:val="SubStepAlpha"/>
      </w:pPr>
      <w:r>
        <w:t xml:space="preserve">Use the </w:t>
      </w:r>
      <w:r w:rsidRPr="00B11221">
        <w:rPr>
          <w:b/>
        </w:rPr>
        <w:t>ping</w:t>
      </w:r>
      <w:r>
        <w:t xml:space="preserve"> command to test connectivity between </w:t>
      </w:r>
      <w:r>
        <w:rPr>
          <w:b/>
        </w:rPr>
        <w:t xml:space="preserve">PC1 </w:t>
      </w:r>
      <w:r>
        <w:t xml:space="preserve">and </w:t>
      </w:r>
      <w:r>
        <w:rPr>
          <w:b/>
        </w:rPr>
        <w:t>PC3</w:t>
      </w:r>
      <w:r>
        <w:t>. The ping should fail.</w:t>
      </w:r>
    </w:p>
    <w:p w14:paraId="35CDC36D" w14:textId="77777777" w:rsidR="00E31A44" w:rsidRDefault="00E31A44" w:rsidP="0093296A">
      <w:pPr>
        <w:pStyle w:val="Heading3"/>
        <w:spacing w:before="120"/>
      </w:pPr>
      <w:r>
        <w:t>Locate the source of connectivity failure</w:t>
      </w:r>
      <w:r w:rsidRPr="00F9482F">
        <w:t>.</w:t>
      </w:r>
    </w:p>
    <w:p w14:paraId="6AFDCD79" w14:textId="77777777" w:rsidR="0093296A" w:rsidRDefault="00E31A44" w:rsidP="0078067E">
      <w:pPr>
        <w:pStyle w:val="SubStepAlpha"/>
        <w:spacing w:before="0"/>
      </w:pPr>
      <w:r>
        <w:t xml:space="preserve">From </w:t>
      </w:r>
      <w:r>
        <w:rPr>
          <w:b/>
        </w:rPr>
        <w:t>PC1</w:t>
      </w:r>
      <w:r>
        <w:t xml:space="preserve">, enter the necessary command to trace the route to </w:t>
      </w:r>
      <w:r>
        <w:rPr>
          <w:b/>
        </w:rPr>
        <w:t>PC3</w:t>
      </w:r>
      <w:r w:rsidRPr="005E6BA7">
        <w:t>.</w:t>
      </w:r>
    </w:p>
    <w:p w14:paraId="25C09431" w14:textId="77777777" w:rsidR="0093296A" w:rsidRDefault="0093296A" w:rsidP="0093296A">
      <w:pPr>
        <w:pStyle w:val="Heading4"/>
      </w:pPr>
      <w:r>
        <w:t>Question:</w:t>
      </w:r>
    </w:p>
    <w:p w14:paraId="6801F1BE" w14:textId="77777777" w:rsidR="0093296A" w:rsidRDefault="00E31A44" w:rsidP="0093296A">
      <w:pPr>
        <w:pStyle w:val="BodyTextL50"/>
        <w:spacing w:before="0"/>
      </w:pPr>
      <w:r>
        <w:t>What is the last successful IPv4 address that was reached?</w:t>
      </w:r>
    </w:p>
    <w:p w14:paraId="2DA3ECFA" w14:textId="77777777" w:rsidR="0093296A" w:rsidRDefault="0093296A" w:rsidP="0093296A">
      <w:pPr>
        <w:pStyle w:val="AnswerLineL50"/>
      </w:pPr>
      <w:r>
        <w:t>Type your answers here.</w:t>
      </w:r>
    </w:p>
    <w:p w14:paraId="04C6FC54" w14:textId="77777777" w:rsidR="00E31A44" w:rsidRDefault="00E31A44" w:rsidP="0093296A">
      <w:pPr>
        <w:pStyle w:val="SubStepAlpha"/>
      </w:pPr>
      <w:r>
        <w:t xml:space="preserve">The trace will eventually end after 30 attempts. Enter </w:t>
      </w:r>
      <w:proofErr w:type="spellStart"/>
      <w:r>
        <w:rPr>
          <w:b/>
        </w:rPr>
        <w:t>Ctrl</w:t>
      </w:r>
      <w:r w:rsidRPr="00380C0B">
        <w:t>+</w:t>
      </w:r>
      <w:r>
        <w:rPr>
          <w:b/>
        </w:rPr>
        <w:t>C</w:t>
      </w:r>
      <w:proofErr w:type="spellEnd"/>
      <w:r>
        <w:t xml:space="preserve"> to stop the trace before 30 attempts.</w:t>
      </w:r>
    </w:p>
    <w:p w14:paraId="7C4336B2" w14:textId="77777777" w:rsidR="0093296A" w:rsidRDefault="00E31A44" w:rsidP="00290231">
      <w:pPr>
        <w:pStyle w:val="SubStepAlpha"/>
        <w:spacing w:before="0"/>
      </w:pPr>
      <w:r>
        <w:t xml:space="preserve">From </w:t>
      </w:r>
      <w:r>
        <w:rPr>
          <w:b/>
        </w:rPr>
        <w:t>PC3</w:t>
      </w:r>
      <w:r>
        <w:t xml:space="preserve">, enter the necessary command to trace the route to </w:t>
      </w:r>
      <w:r>
        <w:rPr>
          <w:b/>
        </w:rPr>
        <w:t>PC1</w:t>
      </w:r>
      <w:r w:rsidR="0093296A">
        <w:t>.</w:t>
      </w:r>
    </w:p>
    <w:p w14:paraId="39963D3B" w14:textId="77777777" w:rsidR="0093296A" w:rsidRDefault="0093296A" w:rsidP="0093296A">
      <w:pPr>
        <w:pStyle w:val="Heading4"/>
      </w:pPr>
      <w:r>
        <w:t>Question:</w:t>
      </w:r>
    </w:p>
    <w:p w14:paraId="53B7CFEE" w14:textId="77777777" w:rsidR="0093296A" w:rsidRDefault="00E31A44" w:rsidP="0093296A">
      <w:pPr>
        <w:pStyle w:val="BodyTextL50"/>
        <w:spacing w:before="0"/>
      </w:pPr>
      <w:r>
        <w:t>What is the last successful IPv4 address that was reached?</w:t>
      </w:r>
    </w:p>
    <w:p w14:paraId="4DB0D2F3" w14:textId="77777777" w:rsidR="0093296A" w:rsidRDefault="0093296A" w:rsidP="0093296A">
      <w:pPr>
        <w:pStyle w:val="AnswerLineL50"/>
      </w:pPr>
      <w:r>
        <w:t>Type your answers here.</w:t>
      </w:r>
    </w:p>
    <w:p w14:paraId="139986ED" w14:textId="77777777" w:rsidR="00E31A44" w:rsidRDefault="00E31A44" w:rsidP="0093296A">
      <w:pPr>
        <w:pStyle w:val="SubStepAlpha"/>
      </w:pPr>
      <w:r>
        <w:t xml:space="preserve">Enter </w:t>
      </w:r>
      <w:proofErr w:type="spellStart"/>
      <w:r>
        <w:rPr>
          <w:b/>
        </w:rPr>
        <w:t>Ctrl</w:t>
      </w:r>
      <w:r w:rsidRPr="00380C0B">
        <w:t>+</w:t>
      </w:r>
      <w:r>
        <w:rPr>
          <w:b/>
        </w:rPr>
        <w:t>C</w:t>
      </w:r>
      <w:proofErr w:type="spellEnd"/>
      <w:r>
        <w:t xml:space="preserve"> to stop the trace.</w:t>
      </w:r>
    </w:p>
    <w:p w14:paraId="5B4B92EC" w14:textId="038D5035" w:rsidR="00290231" w:rsidRDefault="00290231" w:rsidP="00290231">
      <w:pPr>
        <w:pStyle w:val="ConfigWindow"/>
      </w:pPr>
      <w:r>
        <w:t>Open configuration window</w:t>
      </w:r>
    </w:p>
    <w:p w14:paraId="7D505EB8" w14:textId="77777777" w:rsidR="00E31A44" w:rsidRDefault="00E31A44" w:rsidP="00290231">
      <w:pPr>
        <w:pStyle w:val="SubStepAlpha"/>
        <w:spacing w:before="0"/>
      </w:pPr>
      <w:r>
        <w:t xml:space="preserve">Click </w:t>
      </w:r>
      <w:r>
        <w:rPr>
          <w:b/>
        </w:rPr>
        <w:t>R1</w:t>
      </w:r>
      <w:r>
        <w:t xml:space="preserve">. Press </w:t>
      </w:r>
      <w:r>
        <w:rPr>
          <w:b/>
        </w:rPr>
        <w:t xml:space="preserve">ENTER </w:t>
      </w:r>
      <w:r>
        <w:t>and log in to the router.</w:t>
      </w:r>
    </w:p>
    <w:p w14:paraId="0F4EA3C5" w14:textId="77777777" w:rsidR="0093296A" w:rsidRDefault="00E31A44" w:rsidP="0093296A">
      <w:pPr>
        <w:pStyle w:val="SubStepAlpha"/>
      </w:pPr>
      <w:r>
        <w:t xml:space="preserve">Enter the </w:t>
      </w:r>
      <w:r>
        <w:rPr>
          <w:b/>
        </w:rPr>
        <w:t xml:space="preserve">show </w:t>
      </w:r>
      <w:proofErr w:type="spellStart"/>
      <w:r>
        <w:rPr>
          <w:b/>
        </w:rPr>
        <w:t>ip</w:t>
      </w:r>
      <w:proofErr w:type="spellEnd"/>
      <w:r>
        <w:rPr>
          <w:b/>
        </w:rPr>
        <w:t xml:space="preserve"> interface brief</w:t>
      </w:r>
      <w:r>
        <w:t xml:space="preserve"> command to list the interfaces and their status. There are two IPv4 addresses on the router. One should have been recorded in Step 2a.</w:t>
      </w:r>
    </w:p>
    <w:p w14:paraId="56ED77D5" w14:textId="77777777" w:rsidR="0093296A" w:rsidRDefault="0093296A" w:rsidP="0093296A">
      <w:pPr>
        <w:pStyle w:val="Heading4"/>
      </w:pPr>
      <w:r>
        <w:t>Question:</w:t>
      </w:r>
    </w:p>
    <w:p w14:paraId="6F1B1A37" w14:textId="77777777" w:rsidR="0093296A" w:rsidRDefault="00E31A44" w:rsidP="0093296A">
      <w:pPr>
        <w:pStyle w:val="BodyTextL50"/>
        <w:spacing w:before="0"/>
      </w:pPr>
      <w:r>
        <w:t>What is the other?</w:t>
      </w:r>
    </w:p>
    <w:p w14:paraId="7DC9A923" w14:textId="77777777" w:rsidR="0093296A" w:rsidRDefault="0093296A" w:rsidP="0093296A">
      <w:pPr>
        <w:pStyle w:val="AnswerLineL50"/>
      </w:pPr>
      <w:r>
        <w:t>Type your answers here.</w:t>
      </w:r>
    </w:p>
    <w:p w14:paraId="3C6A98FA" w14:textId="77777777" w:rsidR="0093296A" w:rsidRDefault="00E31A44" w:rsidP="0093296A">
      <w:pPr>
        <w:pStyle w:val="SubStepAlpha"/>
      </w:pPr>
      <w:r>
        <w:t xml:space="preserve">Enter the </w:t>
      </w:r>
      <w:r>
        <w:rPr>
          <w:b/>
        </w:rPr>
        <w:t xml:space="preserve">show </w:t>
      </w:r>
      <w:proofErr w:type="spellStart"/>
      <w:r>
        <w:rPr>
          <w:b/>
        </w:rPr>
        <w:t>ip</w:t>
      </w:r>
      <w:proofErr w:type="spellEnd"/>
      <w:r>
        <w:rPr>
          <w:b/>
        </w:rPr>
        <w:t xml:space="preserve"> route</w:t>
      </w:r>
      <w:r>
        <w:t xml:space="preserve"> command to list the networks to which the router is connected. Note that there are two networks connected to the </w:t>
      </w:r>
      <w:r w:rsidRPr="00301122">
        <w:rPr>
          <w:b/>
        </w:rPr>
        <w:t>Serial0/</w:t>
      </w:r>
      <w:r>
        <w:rPr>
          <w:b/>
        </w:rPr>
        <w:t>0/1</w:t>
      </w:r>
      <w:r>
        <w:t xml:space="preserve"> interface.</w:t>
      </w:r>
    </w:p>
    <w:p w14:paraId="607B92FF" w14:textId="77777777" w:rsidR="0093296A" w:rsidRDefault="0093296A" w:rsidP="0093296A">
      <w:pPr>
        <w:pStyle w:val="Heading4"/>
      </w:pPr>
      <w:r>
        <w:t>Question:</w:t>
      </w:r>
    </w:p>
    <w:p w14:paraId="7FC33B37" w14:textId="77777777" w:rsidR="0093296A" w:rsidRDefault="00E31A44" w:rsidP="0093296A">
      <w:pPr>
        <w:pStyle w:val="BodyTextL50"/>
        <w:spacing w:before="0"/>
      </w:pPr>
      <w:r>
        <w:t>What are they?</w:t>
      </w:r>
    </w:p>
    <w:p w14:paraId="7FC3B379" w14:textId="77777777" w:rsidR="0093296A" w:rsidRDefault="0093296A" w:rsidP="0093296A">
      <w:pPr>
        <w:pStyle w:val="BodyTextL50"/>
      </w:pPr>
      <w:r>
        <w:t>Type your answers here.</w:t>
      </w:r>
    </w:p>
    <w:p w14:paraId="11C92AF6" w14:textId="77777777" w:rsidR="0093296A" w:rsidRDefault="00E31A44" w:rsidP="0093296A">
      <w:pPr>
        <w:pStyle w:val="SubStepAlpha"/>
      </w:pPr>
      <w:r>
        <w:t xml:space="preserve">Repeat steps 2e through 2g with </w:t>
      </w:r>
      <w:r>
        <w:rPr>
          <w:b/>
        </w:rPr>
        <w:t>R3</w:t>
      </w:r>
      <w:r w:rsidR="0093296A">
        <w:t xml:space="preserve"> and record your answers.</w:t>
      </w:r>
    </w:p>
    <w:p w14:paraId="6D81D889" w14:textId="77777777" w:rsidR="0093296A" w:rsidRDefault="0093296A" w:rsidP="0093296A">
      <w:pPr>
        <w:pStyle w:val="AnswerLineL50"/>
      </w:pPr>
      <w:r>
        <w:t>Type your answers here.</w:t>
      </w:r>
    </w:p>
    <w:p w14:paraId="4924A8F8" w14:textId="77777777" w:rsidR="00E31A44" w:rsidRDefault="00E31A44" w:rsidP="00290231">
      <w:pPr>
        <w:pStyle w:val="SubStepAlpha"/>
        <w:spacing w:before="0"/>
      </w:pPr>
      <w:r>
        <w:t xml:space="preserve">Click </w:t>
      </w:r>
      <w:r>
        <w:rPr>
          <w:b/>
        </w:rPr>
        <w:t>R2</w:t>
      </w:r>
      <w:r>
        <w:t xml:space="preserve">. Press </w:t>
      </w:r>
      <w:r>
        <w:rPr>
          <w:b/>
        </w:rPr>
        <w:t>ENTER</w:t>
      </w:r>
      <w:r>
        <w:t xml:space="preserve"> and log into the router.</w:t>
      </w:r>
    </w:p>
    <w:p w14:paraId="1E731D05" w14:textId="77777777" w:rsidR="0093296A" w:rsidRDefault="00E31A44" w:rsidP="0093296A">
      <w:pPr>
        <w:pStyle w:val="SubStepAlpha"/>
      </w:pPr>
      <w:r>
        <w:t xml:space="preserve">Enter the </w:t>
      </w:r>
      <w:r>
        <w:rPr>
          <w:b/>
        </w:rPr>
        <w:t xml:space="preserve">show </w:t>
      </w:r>
      <w:proofErr w:type="spellStart"/>
      <w:r>
        <w:rPr>
          <w:b/>
        </w:rPr>
        <w:t>ip</w:t>
      </w:r>
      <w:proofErr w:type="spellEnd"/>
      <w:r>
        <w:rPr>
          <w:b/>
        </w:rPr>
        <w:t xml:space="preserve"> interface brief</w:t>
      </w:r>
      <w:r>
        <w:t xml:space="preserve"> comma</w:t>
      </w:r>
      <w:r w:rsidR="0093296A">
        <w:t>nd and record your addresses.</w:t>
      </w:r>
    </w:p>
    <w:p w14:paraId="412D0403" w14:textId="77777777" w:rsidR="0093296A" w:rsidRDefault="0093296A" w:rsidP="0093296A">
      <w:pPr>
        <w:pStyle w:val="AnswerLineL50"/>
      </w:pPr>
      <w:r>
        <w:t>Type your addresses here.</w:t>
      </w:r>
    </w:p>
    <w:p w14:paraId="76FFAD98" w14:textId="77777777" w:rsidR="00E31A44" w:rsidRDefault="00E31A44" w:rsidP="00290231">
      <w:pPr>
        <w:pStyle w:val="SubStepAlpha"/>
      </w:pPr>
      <w:r>
        <w:t>Run more tests if it helps visualize the prob</w:t>
      </w:r>
      <w:r w:rsidRPr="0093296A">
        <w:t>l</w:t>
      </w:r>
      <w:r>
        <w:t>em. Simulation mode is available.</w:t>
      </w:r>
    </w:p>
    <w:p w14:paraId="49B39D80" w14:textId="06A6AEA0" w:rsidR="00290231" w:rsidRDefault="00290231" w:rsidP="00290231">
      <w:pPr>
        <w:pStyle w:val="ConfigWindow"/>
      </w:pPr>
      <w:r>
        <w:t>Close configuration window</w:t>
      </w:r>
    </w:p>
    <w:p w14:paraId="0AAE05F4" w14:textId="77777777" w:rsidR="00E31A44" w:rsidRDefault="00E31A44" w:rsidP="00290231">
      <w:pPr>
        <w:pStyle w:val="Heading3"/>
        <w:spacing w:before="120"/>
      </w:pPr>
      <w:r>
        <w:t>Propose a solution to solve the problem</w:t>
      </w:r>
      <w:r w:rsidRPr="00F9482F">
        <w:t>.</w:t>
      </w:r>
    </w:p>
    <w:p w14:paraId="51271BEF" w14:textId="77777777" w:rsidR="00290231" w:rsidRDefault="00E31A44" w:rsidP="00290231">
      <w:pPr>
        <w:pStyle w:val="BodyTextL25"/>
      </w:pPr>
      <w:r>
        <w:t xml:space="preserve">Compare your answers in Step 2 to the documentation you </w:t>
      </w:r>
      <w:r w:rsidR="00290231">
        <w:t>have available for the network.</w:t>
      </w:r>
    </w:p>
    <w:p w14:paraId="646785CD" w14:textId="77777777" w:rsidR="00290231" w:rsidRDefault="00290231" w:rsidP="00290231">
      <w:pPr>
        <w:pStyle w:val="Heading4"/>
      </w:pPr>
      <w:r>
        <w:lastRenderedPageBreak/>
        <w:t>Question:</w:t>
      </w:r>
    </w:p>
    <w:p w14:paraId="7284EB7A" w14:textId="77777777" w:rsidR="00290231" w:rsidRDefault="00E31A44" w:rsidP="00290231">
      <w:pPr>
        <w:pStyle w:val="BodyTextL50"/>
        <w:spacing w:before="0"/>
      </w:pPr>
      <w:r>
        <w:t>What is the error?</w:t>
      </w:r>
    </w:p>
    <w:p w14:paraId="704A97A3" w14:textId="77777777" w:rsidR="00290231" w:rsidRDefault="00290231" w:rsidP="00290231">
      <w:pPr>
        <w:pStyle w:val="AnswerLineL50"/>
      </w:pPr>
      <w:r>
        <w:t>Type your answers here.</w:t>
      </w:r>
    </w:p>
    <w:p w14:paraId="78A82CD7" w14:textId="77777777" w:rsidR="00290231" w:rsidRDefault="00E31A44" w:rsidP="00290231">
      <w:pPr>
        <w:pStyle w:val="BodyTextL50"/>
      </w:pPr>
      <w:r>
        <w:t>What solution would you propose to correct the problem?</w:t>
      </w:r>
    </w:p>
    <w:p w14:paraId="66CD3235" w14:textId="77777777" w:rsidR="00290231" w:rsidRDefault="00290231" w:rsidP="00290231">
      <w:pPr>
        <w:pStyle w:val="BodyTextL50"/>
      </w:pPr>
      <w:r>
        <w:t>Type your answers here.</w:t>
      </w:r>
    </w:p>
    <w:p w14:paraId="690C1011" w14:textId="77777777" w:rsidR="00E31A44" w:rsidRDefault="00E31A44" w:rsidP="00E31A44">
      <w:pPr>
        <w:pStyle w:val="Heading3"/>
      </w:pPr>
      <w:r w:rsidRPr="00F9482F">
        <w:t>Implement the plan.</w:t>
      </w:r>
    </w:p>
    <w:p w14:paraId="0ED13CD6" w14:textId="77777777" w:rsidR="00E31A44" w:rsidRDefault="00E31A44" w:rsidP="00E31A44">
      <w:pPr>
        <w:pStyle w:val="BodyTextL25"/>
      </w:pPr>
      <w:r>
        <w:t>Implement the solution you proposed in Step 3b.</w:t>
      </w:r>
    </w:p>
    <w:p w14:paraId="0C179D5C" w14:textId="77777777" w:rsidR="00E31A44" w:rsidRDefault="00E31A44" w:rsidP="00E31A44">
      <w:pPr>
        <w:pStyle w:val="Heading3"/>
      </w:pPr>
      <w:r>
        <w:t>Verify that connectivity is restored</w:t>
      </w:r>
      <w:r w:rsidRPr="00F9482F">
        <w:t>.</w:t>
      </w:r>
    </w:p>
    <w:p w14:paraId="00FC8E12" w14:textId="77777777" w:rsidR="00E31A44" w:rsidRDefault="00E31A44" w:rsidP="00E31A44">
      <w:pPr>
        <w:pStyle w:val="SubStepAlpha"/>
      </w:pPr>
      <w:r>
        <w:t xml:space="preserve">From </w:t>
      </w:r>
      <w:r>
        <w:rPr>
          <w:b/>
        </w:rPr>
        <w:t>PC1</w:t>
      </w:r>
      <w:r>
        <w:t xml:space="preserve"> test connectivity to </w:t>
      </w:r>
      <w:r>
        <w:rPr>
          <w:b/>
        </w:rPr>
        <w:t>PC3</w:t>
      </w:r>
      <w:r>
        <w:t>.</w:t>
      </w:r>
    </w:p>
    <w:p w14:paraId="73E2EC21" w14:textId="77777777" w:rsidR="00290231" w:rsidRDefault="00E31A44" w:rsidP="00E31A44">
      <w:pPr>
        <w:pStyle w:val="SubStepAlpha"/>
      </w:pPr>
      <w:r>
        <w:t xml:space="preserve">From </w:t>
      </w:r>
      <w:r>
        <w:rPr>
          <w:b/>
        </w:rPr>
        <w:t>PC3</w:t>
      </w:r>
      <w:r>
        <w:t xml:space="preserve"> test connectivity to </w:t>
      </w:r>
      <w:r>
        <w:rPr>
          <w:b/>
        </w:rPr>
        <w:t>PC1</w:t>
      </w:r>
      <w:r>
        <w:t>.</w:t>
      </w:r>
    </w:p>
    <w:p w14:paraId="6389928B" w14:textId="77777777" w:rsidR="00290231" w:rsidRDefault="00290231" w:rsidP="00290231">
      <w:pPr>
        <w:pStyle w:val="Heading4"/>
      </w:pPr>
      <w:r>
        <w:t>Question:</w:t>
      </w:r>
    </w:p>
    <w:p w14:paraId="2FC7BABC" w14:textId="77777777" w:rsidR="00290231" w:rsidRDefault="00E31A44" w:rsidP="00290231">
      <w:pPr>
        <w:pStyle w:val="BodyTextL50"/>
        <w:spacing w:before="0"/>
      </w:pPr>
      <w:r>
        <w:t>Is the problem resolved?</w:t>
      </w:r>
    </w:p>
    <w:p w14:paraId="1C5388C7" w14:textId="77777777" w:rsidR="00290231" w:rsidRDefault="00290231" w:rsidP="00290231">
      <w:pPr>
        <w:pStyle w:val="AnswerLineL50"/>
      </w:pPr>
      <w:r>
        <w:t>Type your answers here.</w:t>
      </w:r>
    </w:p>
    <w:p w14:paraId="4BB302E6" w14:textId="77777777" w:rsidR="00E31A44" w:rsidRDefault="00E31A44" w:rsidP="00E31A44">
      <w:pPr>
        <w:pStyle w:val="Heading3"/>
      </w:pPr>
      <w:r w:rsidRPr="004D57FA">
        <w:t xml:space="preserve">Document the </w:t>
      </w:r>
      <w:r>
        <w:t>s</w:t>
      </w:r>
      <w:r w:rsidRPr="004D57FA">
        <w:t>olution.</w:t>
      </w:r>
    </w:p>
    <w:p w14:paraId="2D830BC5" w14:textId="77777777" w:rsidR="00E31A44" w:rsidRDefault="00E31A44" w:rsidP="00E31A44">
      <w:pPr>
        <w:pStyle w:val="Heading2"/>
      </w:pPr>
      <w:r w:rsidRPr="00D6234C">
        <w:t>Test and Restore IPv6 Connectivity</w:t>
      </w:r>
    </w:p>
    <w:p w14:paraId="176752B8" w14:textId="77777777" w:rsidR="00E31A44" w:rsidRDefault="00E31A44" w:rsidP="00145DA5">
      <w:pPr>
        <w:pStyle w:val="Heading3"/>
      </w:pPr>
      <w:r>
        <w:t>Use ip</w:t>
      </w:r>
      <w:r w:rsidRPr="00F9482F">
        <w:t>v6config and ping to verify connectivity.</w:t>
      </w:r>
    </w:p>
    <w:p w14:paraId="4B5FED96" w14:textId="77777777" w:rsidR="00E31A44" w:rsidRDefault="00E31A44" w:rsidP="00145DA5">
      <w:pPr>
        <w:pStyle w:val="SubStepAlpha"/>
      </w:pPr>
      <w:r>
        <w:t xml:space="preserve">Click </w:t>
      </w:r>
      <w:r>
        <w:rPr>
          <w:b/>
        </w:rPr>
        <w:t>PC2</w:t>
      </w:r>
      <w:r w:rsidRPr="00C929AA">
        <w:rPr>
          <w:b/>
        </w:rPr>
        <w:t xml:space="preserve"> </w:t>
      </w:r>
      <w:r>
        <w:t xml:space="preserve">and open the </w:t>
      </w:r>
      <w:r w:rsidRPr="00C929AA">
        <w:rPr>
          <w:b/>
        </w:rPr>
        <w:t>Command Prompt</w:t>
      </w:r>
      <w:r>
        <w:t>.</w:t>
      </w:r>
    </w:p>
    <w:p w14:paraId="3A2A7413" w14:textId="77777777" w:rsidR="00E31A44" w:rsidRPr="00027996" w:rsidRDefault="00E31A44" w:rsidP="0093296A">
      <w:pPr>
        <w:pStyle w:val="SubStepAlpha"/>
      </w:pPr>
      <w:r>
        <w:t xml:space="preserve">Enter the </w:t>
      </w:r>
      <w:r w:rsidRPr="00F64336">
        <w:rPr>
          <w:b/>
        </w:rPr>
        <w:t>ip</w:t>
      </w:r>
      <w:r>
        <w:rPr>
          <w:b/>
        </w:rPr>
        <w:t>v6</w:t>
      </w:r>
      <w:r w:rsidRPr="00F64336">
        <w:rPr>
          <w:b/>
        </w:rPr>
        <w:t>config /all</w:t>
      </w:r>
      <w:r>
        <w:t xml:space="preserve"> command to collect the IPv6 information. Complete the </w:t>
      </w:r>
      <w:r>
        <w:rPr>
          <w:b/>
        </w:rPr>
        <w:t xml:space="preserve">Addressing Table </w:t>
      </w:r>
      <w:r>
        <w:t>with the IPv6 address, subnet prefix, and default gateway.</w:t>
      </w:r>
    </w:p>
    <w:p w14:paraId="09B3DBEA" w14:textId="77777777" w:rsidR="00E31A44" w:rsidRDefault="00E31A44" w:rsidP="0093296A">
      <w:pPr>
        <w:pStyle w:val="SubStepAlpha"/>
      </w:pPr>
      <w:r>
        <w:t xml:space="preserve">Click </w:t>
      </w:r>
      <w:r>
        <w:rPr>
          <w:b/>
        </w:rPr>
        <w:t>PC4</w:t>
      </w:r>
      <w:r w:rsidRPr="00C929AA">
        <w:rPr>
          <w:b/>
        </w:rPr>
        <w:t xml:space="preserve"> </w:t>
      </w:r>
      <w:r>
        <w:t xml:space="preserve">and open the </w:t>
      </w:r>
      <w:r w:rsidRPr="00C929AA">
        <w:rPr>
          <w:b/>
        </w:rPr>
        <w:t>Command Prompt</w:t>
      </w:r>
      <w:r>
        <w:t>.</w:t>
      </w:r>
    </w:p>
    <w:p w14:paraId="54085FC5" w14:textId="77777777" w:rsidR="00E31A44" w:rsidRPr="00027996" w:rsidRDefault="00E31A44" w:rsidP="0093296A">
      <w:pPr>
        <w:pStyle w:val="SubStepAlpha"/>
      </w:pPr>
      <w:r>
        <w:t xml:space="preserve">Enter the </w:t>
      </w:r>
      <w:r w:rsidRPr="00F64336">
        <w:rPr>
          <w:b/>
        </w:rPr>
        <w:t>ip</w:t>
      </w:r>
      <w:r>
        <w:rPr>
          <w:b/>
        </w:rPr>
        <w:t>v6</w:t>
      </w:r>
      <w:r w:rsidRPr="00F64336">
        <w:rPr>
          <w:b/>
        </w:rPr>
        <w:t>config /all</w:t>
      </w:r>
      <w:r>
        <w:t xml:space="preserve"> command to collect the IPv6 information. Complete the </w:t>
      </w:r>
      <w:r>
        <w:rPr>
          <w:b/>
        </w:rPr>
        <w:t xml:space="preserve">Addressing Table </w:t>
      </w:r>
      <w:r>
        <w:t>with the IPv6 address, subnet prefix, and default gateway.</w:t>
      </w:r>
    </w:p>
    <w:p w14:paraId="604EF882" w14:textId="77777777" w:rsidR="00E31A44" w:rsidRDefault="00E31A44" w:rsidP="0093296A">
      <w:pPr>
        <w:pStyle w:val="SubStepAlpha"/>
      </w:pPr>
      <w:r>
        <w:t xml:space="preserve">Test connectivity between </w:t>
      </w:r>
      <w:r>
        <w:rPr>
          <w:b/>
        </w:rPr>
        <w:t xml:space="preserve">PC2 </w:t>
      </w:r>
      <w:r>
        <w:t xml:space="preserve">and </w:t>
      </w:r>
      <w:r>
        <w:rPr>
          <w:b/>
        </w:rPr>
        <w:t>PC4</w:t>
      </w:r>
      <w:r>
        <w:t>. The ping should fail.</w:t>
      </w:r>
    </w:p>
    <w:p w14:paraId="37A71E47" w14:textId="77777777" w:rsidR="00E31A44" w:rsidRDefault="00E31A44" w:rsidP="00145DA5">
      <w:pPr>
        <w:pStyle w:val="Heading3"/>
      </w:pPr>
      <w:r>
        <w:t xml:space="preserve">Locate the source of </w:t>
      </w:r>
      <w:r w:rsidRPr="00F225D7">
        <w:t>connectivity</w:t>
      </w:r>
      <w:r>
        <w:t xml:space="preserve"> failure</w:t>
      </w:r>
      <w:r w:rsidRPr="00F9482F">
        <w:t>.</w:t>
      </w:r>
    </w:p>
    <w:p w14:paraId="622B2B75" w14:textId="77777777" w:rsidR="00E34EBE" w:rsidRDefault="00E31A44" w:rsidP="00E34EBE">
      <w:pPr>
        <w:pStyle w:val="SubStepAlpha"/>
        <w:spacing w:before="0"/>
      </w:pPr>
      <w:r>
        <w:t xml:space="preserve">From </w:t>
      </w:r>
      <w:r>
        <w:rPr>
          <w:b/>
        </w:rPr>
        <w:t>PC2</w:t>
      </w:r>
      <w:r>
        <w:t xml:space="preserve">, enter the necessary command to trace the route to </w:t>
      </w:r>
      <w:r>
        <w:rPr>
          <w:b/>
        </w:rPr>
        <w:t>PC4</w:t>
      </w:r>
      <w:r w:rsidR="00E34EBE">
        <w:t>.</w:t>
      </w:r>
    </w:p>
    <w:p w14:paraId="2D2F08B0" w14:textId="77777777" w:rsidR="00E34EBE" w:rsidRDefault="00E34EBE" w:rsidP="00E34EBE">
      <w:pPr>
        <w:pStyle w:val="Heading4"/>
      </w:pPr>
      <w:r>
        <w:t>Question:</w:t>
      </w:r>
    </w:p>
    <w:p w14:paraId="006D11F9" w14:textId="77777777" w:rsidR="00E34EBE" w:rsidRDefault="00E31A44" w:rsidP="00E34EBE">
      <w:pPr>
        <w:pStyle w:val="BodyTextL50"/>
        <w:spacing w:before="0"/>
      </w:pPr>
      <w:r>
        <w:t>What is the last successful IPv6 address that was reached?</w:t>
      </w:r>
    </w:p>
    <w:p w14:paraId="73571C40" w14:textId="77777777" w:rsidR="00E34EBE" w:rsidRDefault="00E34EBE" w:rsidP="00E34EBE">
      <w:pPr>
        <w:pStyle w:val="AnswerLineL50"/>
      </w:pPr>
      <w:r>
        <w:t>Type your answers here.</w:t>
      </w:r>
    </w:p>
    <w:p w14:paraId="6FE3B630" w14:textId="77777777" w:rsidR="00E31A44" w:rsidRDefault="00E31A44" w:rsidP="00E34EBE">
      <w:pPr>
        <w:pStyle w:val="SubStepAlpha"/>
      </w:pPr>
      <w:r>
        <w:t xml:space="preserve">The trace will eventually end after 30 attempts. Enter </w:t>
      </w:r>
      <w:proofErr w:type="spellStart"/>
      <w:r>
        <w:rPr>
          <w:b/>
        </w:rPr>
        <w:t>Ctrl</w:t>
      </w:r>
      <w:r w:rsidRPr="00380C0B">
        <w:t>+</w:t>
      </w:r>
      <w:r>
        <w:rPr>
          <w:b/>
        </w:rPr>
        <w:t>C</w:t>
      </w:r>
      <w:proofErr w:type="spellEnd"/>
      <w:r>
        <w:t xml:space="preserve"> to stop the trace before 30 attempts.</w:t>
      </w:r>
    </w:p>
    <w:p w14:paraId="0DD14D3F" w14:textId="77777777" w:rsidR="00E34EBE" w:rsidRDefault="00E31A44" w:rsidP="0093296A">
      <w:pPr>
        <w:pStyle w:val="SubStepAlpha"/>
      </w:pPr>
      <w:r>
        <w:t xml:space="preserve">From </w:t>
      </w:r>
      <w:r>
        <w:rPr>
          <w:b/>
        </w:rPr>
        <w:t>PC4</w:t>
      </w:r>
      <w:r>
        <w:t xml:space="preserve">, enter the necessary command to trace the route to </w:t>
      </w:r>
      <w:r>
        <w:rPr>
          <w:b/>
        </w:rPr>
        <w:t>PC2</w:t>
      </w:r>
      <w:r w:rsidR="00E34EBE">
        <w:t>.</w:t>
      </w:r>
    </w:p>
    <w:p w14:paraId="318D1C77" w14:textId="77777777" w:rsidR="00E34EBE" w:rsidRDefault="00E34EBE" w:rsidP="00E34EBE">
      <w:pPr>
        <w:pStyle w:val="Heading4"/>
      </w:pPr>
      <w:r>
        <w:t>Question:</w:t>
      </w:r>
    </w:p>
    <w:p w14:paraId="0D89CC03" w14:textId="77777777" w:rsidR="00E34EBE" w:rsidRDefault="00E31A44" w:rsidP="00E34EBE">
      <w:pPr>
        <w:pStyle w:val="BodyTextL50"/>
        <w:spacing w:before="0"/>
      </w:pPr>
      <w:r>
        <w:t>What is the last successful IPv6 address that was reached?</w:t>
      </w:r>
    </w:p>
    <w:p w14:paraId="7A644D34" w14:textId="77777777" w:rsidR="00E34EBE" w:rsidRDefault="00E34EBE" w:rsidP="00E34EBE">
      <w:pPr>
        <w:pStyle w:val="AnswerLineL50"/>
      </w:pPr>
      <w:r>
        <w:t>Type your answers here.</w:t>
      </w:r>
    </w:p>
    <w:p w14:paraId="74F2B3FB" w14:textId="77777777" w:rsidR="00E31A44" w:rsidRDefault="00E31A44" w:rsidP="0093296A">
      <w:pPr>
        <w:pStyle w:val="SubStepAlpha"/>
      </w:pPr>
      <w:r>
        <w:t xml:space="preserve">Enter </w:t>
      </w:r>
      <w:proofErr w:type="spellStart"/>
      <w:r>
        <w:rPr>
          <w:b/>
        </w:rPr>
        <w:t>Ctrl</w:t>
      </w:r>
      <w:r w:rsidRPr="00380C0B">
        <w:t>+</w:t>
      </w:r>
      <w:r>
        <w:rPr>
          <w:b/>
        </w:rPr>
        <w:t>C</w:t>
      </w:r>
      <w:proofErr w:type="spellEnd"/>
      <w:r>
        <w:t xml:space="preserve"> to stop the trace.</w:t>
      </w:r>
    </w:p>
    <w:p w14:paraId="1DEF9A33" w14:textId="77777777" w:rsidR="00E31A44" w:rsidRDefault="00E31A44" w:rsidP="0093296A">
      <w:pPr>
        <w:pStyle w:val="SubStepAlpha"/>
      </w:pPr>
      <w:r>
        <w:t xml:space="preserve">Click </w:t>
      </w:r>
      <w:r>
        <w:rPr>
          <w:b/>
        </w:rPr>
        <w:t>R3</w:t>
      </w:r>
      <w:r>
        <w:t xml:space="preserve">. Press </w:t>
      </w:r>
      <w:r>
        <w:rPr>
          <w:b/>
        </w:rPr>
        <w:t xml:space="preserve">ENTER </w:t>
      </w:r>
      <w:r>
        <w:t>and log in to the router.</w:t>
      </w:r>
    </w:p>
    <w:p w14:paraId="0BFB4D4E" w14:textId="77777777" w:rsidR="00E34EBE" w:rsidRDefault="00E31A44" w:rsidP="0093296A">
      <w:pPr>
        <w:pStyle w:val="SubStepAlpha"/>
      </w:pPr>
      <w:r>
        <w:t xml:space="preserve">Enter the </w:t>
      </w:r>
      <w:r>
        <w:rPr>
          <w:b/>
        </w:rPr>
        <w:t>show ipv6 interface brief</w:t>
      </w:r>
      <w:r>
        <w:t xml:space="preserve"> command to list the interfaces and their status. There are two IPv6 addresses on the router. One should match the gateway address recorded in Step 1d.</w:t>
      </w:r>
    </w:p>
    <w:p w14:paraId="42D15458" w14:textId="77777777" w:rsidR="00E34EBE" w:rsidRDefault="00E34EBE" w:rsidP="00E34EBE">
      <w:pPr>
        <w:pStyle w:val="Heading4"/>
      </w:pPr>
      <w:r>
        <w:t>Question:</w:t>
      </w:r>
    </w:p>
    <w:p w14:paraId="739D97D8" w14:textId="77777777" w:rsidR="00E34EBE" w:rsidRDefault="00E31A44" w:rsidP="00E34EBE">
      <w:pPr>
        <w:pStyle w:val="BodyTextL50"/>
        <w:spacing w:before="0"/>
      </w:pPr>
      <w:r>
        <w:t>Is there a discrepancy?</w:t>
      </w:r>
    </w:p>
    <w:p w14:paraId="7FD73E8A" w14:textId="77777777" w:rsidR="00E34EBE" w:rsidRDefault="00E34EBE" w:rsidP="00E34EBE">
      <w:pPr>
        <w:pStyle w:val="AnswerLineL50"/>
      </w:pPr>
      <w:r>
        <w:lastRenderedPageBreak/>
        <w:t>Type your answers here.</w:t>
      </w:r>
    </w:p>
    <w:p w14:paraId="7F8724BF" w14:textId="77777777" w:rsidR="00E31A44" w:rsidRDefault="00E31A44" w:rsidP="0093296A">
      <w:pPr>
        <w:pStyle w:val="SubStepAlpha"/>
      </w:pPr>
      <w:r>
        <w:t>Run more tests if it helps visualize the problem. Simulation mode is available.</w:t>
      </w:r>
    </w:p>
    <w:p w14:paraId="6996F915" w14:textId="77777777" w:rsidR="00E31A44" w:rsidRDefault="00E31A44" w:rsidP="00145DA5">
      <w:pPr>
        <w:pStyle w:val="Heading3"/>
      </w:pPr>
      <w:r>
        <w:t xml:space="preserve">Propose a solution to solve </w:t>
      </w:r>
      <w:r w:rsidRPr="00F225D7">
        <w:t>the</w:t>
      </w:r>
      <w:r>
        <w:t xml:space="preserve"> problem</w:t>
      </w:r>
      <w:r w:rsidRPr="00F9482F">
        <w:t>.</w:t>
      </w:r>
    </w:p>
    <w:p w14:paraId="5FDE90F0" w14:textId="77777777" w:rsidR="00E34EBE" w:rsidRDefault="00E31A44" w:rsidP="00E34EBE">
      <w:pPr>
        <w:pStyle w:val="BodyTextL25"/>
      </w:pPr>
      <w:r>
        <w:t>Compare your answers in Step 2 to the documentation you have available for the network.</w:t>
      </w:r>
    </w:p>
    <w:p w14:paraId="786B401E" w14:textId="77777777" w:rsidR="00E34EBE" w:rsidRDefault="00E34EBE" w:rsidP="00E34EBE">
      <w:pPr>
        <w:pStyle w:val="Heading4"/>
      </w:pPr>
      <w:r>
        <w:t>Question:</w:t>
      </w:r>
    </w:p>
    <w:p w14:paraId="4587C58B" w14:textId="77777777" w:rsidR="00E34EBE" w:rsidRDefault="00E31A44" w:rsidP="00E34EBE">
      <w:pPr>
        <w:pStyle w:val="BodyTextL50"/>
        <w:spacing w:before="0"/>
      </w:pPr>
      <w:r>
        <w:t>What is the error?</w:t>
      </w:r>
    </w:p>
    <w:p w14:paraId="04B24F13" w14:textId="77777777" w:rsidR="00E34EBE" w:rsidRDefault="00E34EBE" w:rsidP="00E34EBE">
      <w:pPr>
        <w:pStyle w:val="AnswerLineL50"/>
      </w:pPr>
      <w:r>
        <w:t>Type your answers here.</w:t>
      </w:r>
    </w:p>
    <w:p w14:paraId="47903CC1" w14:textId="77777777" w:rsidR="00E34EBE" w:rsidRDefault="00E31A44" w:rsidP="00E34EBE">
      <w:pPr>
        <w:pStyle w:val="BodyTextL50"/>
      </w:pPr>
      <w:r>
        <w:t>What solution would you propose to correct the problem?</w:t>
      </w:r>
    </w:p>
    <w:p w14:paraId="0377A271" w14:textId="77777777" w:rsidR="00E34EBE" w:rsidRDefault="00E34EBE" w:rsidP="00E34EBE">
      <w:pPr>
        <w:pStyle w:val="AnswerLineL50"/>
      </w:pPr>
      <w:r>
        <w:t>Type your answers here.</w:t>
      </w:r>
    </w:p>
    <w:p w14:paraId="1F9F72DD" w14:textId="77777777" w:rsidR="00E31A44" w:rsidRDefault="00E31A44" w:rsidP="00E31A44">
      <w:pPr>
        <w:pStyle w:val="Heading3"/>
      </w:pPr>
      <w:r w:rsidRPr="00F9482F">
        <w:t>Implement the plan.</w:t>
      </w:r>
    </w:p>
    <w:p w14:paraId="43064966" w14:textId="77777777" w:rsidR="00E31A44" w:rsidRDefault="00E31A44" w:rsidP="00E31A44">
      <w:pPr>
        <w:pStyle w:val="BodyTextL25"/>
      </w:pPr>
      <w:r>
        <w:t>Implement the solution you proposed in Step 3b.</w:t>
      </w:r>
    </w:p>
    <w:p w14:paraId="633AA1F9" w14:textId="77777777" w:rsidR="00E31A44" w:rsidRDefault="00E31A44" w:rsidP="00E31A44">
      <w:pPr>
        <w:pStyle w:val="Heading3"/>
      </w:pPr>
      <w:r>
        <w:t>Verify that connectivity is restored</w:t>
      </w:r>
      <w:r w:rsidRPr="00F9482F">
        <w:t>.</w:t>
      </w:r>
    </w:p>
    <w:p w14:paraId="41F6C350" w14:textId="77777777" w:rsidR="00E31A44" w:rsidRDefault="00E31A44" w:rsidP="00E31A44">
      <w:pPr>
        <w:pStyle w:val="SubStepAlpha"/>
      </w:pPr>
      <w:r>
        <w:t xml:space="preserve">From </w:t>
      </w:r>
      <w:r>
        <w:rPr>
          <w:b/>
        </w:rPr>
        <w:t>PC2</w:t>
      </w:r>
      <w:r>
        <w:t xml:space="preserve"> test connectivity to </w:t>
      </w:r>
      <w:r>
        <w:rPr>
          <w:b/>
        </w:rPr>
        <w:t>PC4</w:t>
      </w:r>
      <w:r>
        <w:t>.</w:t>
      </w:r>
    </w:p>
    <w:p w14:paraId="32AFAB0E" w14:textId="77777777" w:rsidR="00E34EBE" w:rsidRDefault="00E31A44" w:rsidP="00E31A44">
      <w:pPr>
        <w:pStyle w:val="SubStepAlpha"/>
      </w:pPr>
      <w:r>
        <w:t xml:space="preserve">From </w:t>
      </w:r>
      <w:r>
        <w:rPr>
          <w:b/>
        </w:rPr>
        <w:t>PC4</w:t>
      </w:r>
      <w:r>
        <w:t xml:space="preserve"> test connectivity to </w:t>
      </w:r>
      <w:r>
        <w:rPr>
          <w:b/>
        </w:rPr>
        <w:t>PC2</w:t>
      </w:r>
      <w:r>
        <w:t>.</w:t>
      </w:r>
    </w:p>
    <w:p w14:paraId="18420D82" w14:textId="77777777" w:rsidR="00E34EBE" w:rsidRDefault="00E34EBE" w:rsidP="00E34EBE">
      <w:pPr>
        <w:pStyle w:val="Heading4"/>
      </w:pPr>
      <w:r>
        <w:t>Question:</w:t>
      </w:r>
    </w:p>
    <w:p w14:paraId="390CEA67" w14:textId="77777777" w:rsidR="00E34EBE" w:rsidRDefault="00E34EBE" w:rsidP="00E34EBE">
      <w:pPr>
        <w:pStyle w:val="BodyTextL50"/>
        <w:spacing w:before="0"/>
      </w:pPr>
      <w:r>
        <w:t>Is the problem resolved?</w:t>
      </w:r>
    </w:p>
    <w:p w14:paraId="3F893168" w14:textId="77777777" w:rsidR="00E34EBE" w:rsidRDefault="00E34EBE" w:rsidP="002E0346">
      <w:pPr>
        <w:pStyle w:val="AnswerLineL25"/>
      </w:pPr>
      <w:r>
        <w:t>Type your answers here.</w:t>
      </w:r>
    </w:p>
    <w:p w14:paraId="6889A96A" w14:textId="77777777" w:rsidR="00E31A44" w:rsidRDefault="00E31A44" w:rsidP="00FC50A6">
      <w:pPr>
        <w:pStyle w:val="Heading3"/>
        <w:spacing w:before="120"/>
      </w:pPr>
      <w:r w:rsidRPr="004D57FA">
        <w:t xml:space="preserve">Document the </w:t>
      </w:r>
      <w:r>
        <w:t>s</w:t>
      </w:r>
      <w:bookmarkStart w:id="0" w:name="_GoBack"/>
      <w:r w:rsidRPr="004D57FA">
        <w:t>olution.</w:t>
      </w:r>
    </w:p>
    <w:p w14:paraId="04352DF0" w14:textId="77777777" w:rsidR="0046332E" w:rsidRPr="0046332E" w:rsidRDefault="0046332E" w:rsidP="0046332E">
      <w:pPr>
        <w:pStyle w:val="ConfigWindow"/>
      </w:pPr>
      <w:r>
        <w:t>End of document</w:t>
      </w:r>
      <w:bookmarkEnd w:id="0"/>
    </w:p>
    <w:sectPr w:rsidR="0046332E" w:rsidRPr="0046332E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EE957" w14:textId="77777777" w:rsidR="00F71950" w:rsidRDefault="00F71950" w:rsidP="00710659">
      <w:pPr>
        <w:spacing w:after="0" w:line="240" w:lineRule="auto"/>
      </w:pPr>
      <w:r>
        <w:separator/>
      </w:r>
    </w:p>
    <w:p w14:paraId="03FA8DB2" w14:textId="77777777" w:rsidR="00F71950" w:rsidRDefault="00F71950"/>
  </w:endnote>
  <w:endnote w:type="continuationSeparator" w:id="0">
    <w:p w14:paraId="1A94CCBB" w14:textId="77777777" w:rsidR="00F71950" w:rsidRDefault="00F71950" w:rsidP="00710659">
      <w:pPr>
        <w:spacing w:after="0" w:line="240" w:lineRule="auto"/>
      </w:pPr>
      <w:r>
        <w:continuationSeparator/>
      </w:r>
    </w:p>
    <w:p w14:paraId="597EE405" w14:textId="77777777" w:rsidR="00F71950" w:rsidRDefault="00F719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36BDF" w14:textId="77777777"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DD035" w14:textId="024C4227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93296A">
          <w:t>2013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2B0F34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FC50A6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FC50A6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4E1DA" w14:textId="08E73821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93296A">
          <w:t>2013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2B0F34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FC50A6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FC50A6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45A20" w14:textId="77777777" w:rsidR="00F71950" w:rsidRDefault="00F71950" w:rsidP="00710659">
      <w:pPr>
        <w:spacing w:after="0" w:line="240" w:lineRule="auto"/>
      </w:pPr>
      <w:r>
        <w:separator/>
      </w:r>
    </w:p>
    <w:p w14:paraId="49B2531E" w14:textId="77777777" w:rsidR="00F71950" w:rsidRDefault="00F71950"/>
  </w:footnote>
  <w:footnote w:type="continuationSeparator" w:id="0">
    <w:p w14:paraId="764316A5" w14:textId="77777777" w:rsidR="00F71950" w:rsidRDefault="00F71950" w:rsidP="00710659">
      <w:pPr>
        <w:spacing w:after="0" w:line="240" w:lineRule="auto"/>
      </w:pPr>
      <w:r>
        <w:continuationSeparator/>
      </w:r>
    </w:p>
    <w:p w14:paraId="06C8BD2B" w14:textId="77777777" w:rsidR="00F71950" w:rsidRDefault="00F719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40692" w14:textId="77777777"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068D3F8B17E44BEE8B338D9E881960C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20E9559" w14:textId="77777777" w:rsidR="00926CB2" w:rsidRDefault="00E31A44" w:rsidP="008402F2">
        <w:pPr>
          <w:pStyle w:val="PageHead"/>
        </w:pPr>
        <w:r>
          <w:t>Packet Tracer - Use Ping and Traceroute to Test Network Connectivity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73A2A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6038C098" wp14:editId="7C4160FB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62388D2C"/>
    <w:styleLink w:val="SectionList"/>
    <w:lvl w:ilvl="0">
      <w:start w:val="1"/>
      <w:numFmt w:val="none"/>
      <w:pStyle w:val="Heading1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625602DA"/>
    <w:styleLink w:val="LabList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50F45D29"/>
    <w:multiLevelType w:val="multilevel"/>
    <w:tmpl w:val="1258F7AC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475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D73C6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45DA5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0231"/>
    <w:rsid w:val="00294C8F"/>
    <w:rsid w:val="002A0B2E"/>
    <w:rsid w:val="002A0DC1"/>
    <w:rsid w:val="002A6C56"/>
    <w:rsid w:val="002B0F34"/>
    <w:rsid w:val="002C04C4"/>
    <w:rsid w:val="002C090C"/>
    <w:rsid w:val="002C1243"/>
    <w:rsid w:val="002C1815"/>
    <w:rsid w:val="002C475E"/>
    <w:rsid w:val="002C6AD6"/>
    <w:rsid w:val="002D6C2A"/>
    <w:rsid w:val="002D7A86"/>
    <w:rsid w:val="002E034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332E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A5FF3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2DC6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39AB"/>
    <w:rsid w:val="00596998"/>
    <w:rsid w:val="0059790F"/>
    <w:rsid w:val="00597B68"/>
    <w:rsid w:val="005A6E62"/>
    <w:rsid w:val="005B2FB3"/>
    <w:rsid w:val="005B58C9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E6CC4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067E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D7624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25A"/>
    <w:rsid w:val="00847B20"/>
    <w:rsid w:val="008509D3"/>
    <w:rsid w:val="00853418"/>
    <w:rsid w:val="00856EBD"/>
    <w:rsid w:val="00857CF6"/>
    <w:rsid w:val="008610ED"/>
    <w:rsid w:val="00861C6A"/>
    <w:rsid w:val="008637F1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296A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599E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26272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0F21"/>
    <w:rsid w:val="00A96172"/>
    <w:rsid w:val="00A96D52"/>
    <w:rsid w:val="00A97C5F"/>
    <w:rsid w:val="00AA7475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364A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1A44"/>
    <w:rsid w:val="00E33C65"/>
    <w:rsid w:val="00E34EBE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0F03"/>
    <w:rsid w:val="00F6280E"/>
    <w:rsid w:val="00F666EC"/>
    <w:rsid w:val="00F7050A"/>
    <w:rsid w:val="00F71950"/>
    <w:rsid w:val="00F75533"/>
    <w:rsid w:val="00F8036D"/>
    <w:rsid w:val="00F809DC"/>
    <w:rsid w:val="00F8290F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C50A6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BC6AD5"/>
  <w15:docId w15:val="{A0AA0C9C-F035-4287-9CC7-999E8D1CF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93296A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93296A"/>
    <w:pPr>
      <w:keepNext/>
      <w:keepLines/>
      <w:numPr>
        <w:numId w:val="3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D531D0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FC50A6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3296A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D531D0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2E0346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145DA5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FC50A6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BodyText1">
    <w:name w:val="Body Text1"/>
    <w:basedOn w:val="Normal"/>
    <w:qFormat/>
    <w:rsid w:val="00E31A44"/>
    <w:pP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68D3F8B17E44BEE8B338D9E881960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46621-2F0A-4209-9A0F-2FCCCBCFA8B3}"/>
      </w:docPartPr>
      <w:docPartBody>
        <w:p w:rsidR="00C30D28" w:rsidRDefault="00941429">
          <w:pPr>
            <w:pStyle w:val="068D3F8B17E44BEE8B338D9E881960C4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429"/>
    <w:rsid w:val="002B0B8B"/>
    <w:rsid w:val="00413E54"/>
    <w:rsid w:val="00453253"/>
    <w:rsid w:val="009347A8"/>
    <w:rsid w:val="00941429"/>
    <w:rsid w:val="009A1143"/>
    <w:rsid w:val="00C30D28"/>
    <w:rsid w:val="00FD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68D3F8B17E44BEE8B338D9E881960C4">
    <w:name w:val="068D3F8B17E44BEE8B338D9E881960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F80067-FC6C-47B6-8CFD-FC81419EA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4</TotalTime>
  <Pages>4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Use Ping and Traceroute to Test Network Connectivity</vt:lpstr>
    </vt:vector>
  </TitlesOfParts>
  <Company>Cisco Systems, Inc.</Company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Use Ping and Traceroute to Test Network Connectivity</dc:title>
  <dc:creator>SP</dc:creator>
  <dc:description>2013</dc:description>
  <cp:lastModifiedBy>Suk-Yi Pennock -X (spennock - UNICON INC at Cisco)</cp:lastModifiedBy>
  <cp:revision>6</cp:revision>
  <cp:lastPrinted>2019-12-03T20:38:00Z</cp:lastPrinted>
  <dcterms:created xsi:type="dcterms:W3CDTF">2019-11-27T20:46:00Z</dcterms:created>
  <dcterms:modified xsi:type="dcterms:W3CDTF">2019-12-03T20:38:00Z</dcterms:modified>
</cp:coreProperties>
</file>